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B7982" w14:textId="77777777" w:rsidR="00C81E41" w:rsidRPr="009D61D2" w:rsidRDefault="00C81E41" w:rsidP="00C81E41">
      <w:pPr>
        <w:pStyle w:val="berschrift1"/>
      </w:pPr>
      <w:r w:rsidRPr="009D61D2">
        <w:t>Zugelassene Formelsammlung für die Abschlussprüfung Hauptschule Klasse 10</w:t>
      </w:r>
    </w:p>
    <w:p w14:paraId="3A43B8F2" w14:textId="77777777" w:rsidR="00CB5DA2" w:rsidRDefault="00CB5DA2" w:rsidP="00CB5DA2"/>
    <w:p w14:paraId="191158AE" w14:textId="531ADF20" w:rsidR="00C81E41" w:rsidRDefault="00C81E41" w:rsidP="00C81E41">
      <w:pPr>
        <w:pStyle w:val="berschrift2"/>
      </w:pPr>
      <w:r w:rsidRPr="00E60016">
        <w:t>Flächenberechnungen</w:t>
      </w:r>
    </w:p>
    <w:p w14:paraId="4983C6A1" w14:textId="5A4D0980" w:rsidR="00C81E41" w:rsidRPr="00E60016" w:rsidRDefault="00C81E41" w:rsidP="00C81E41">
      <w:pPr>
        <w:pStyle w:val="berschrift3"/>
      </w:pPr>
      <w:r w:rsidRPr="00E60016">
        <w:t>Dreieck</w:t>
      </w:r>
    </w:p>
    <w:p w14:paraId="4AF56C6B" w14:textId="58725608" w:rsidR="000C763E" w:rsidRPr="00101177" w:rsidRDefault="000C763E" w:rsidP="000C763E">
      <w:pPr>
        <w:spacing w:before="120"/>
        <w:rPr>
          <w:sz w:val="40"/>
          <w:szCs w:val="28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2E631B22" wp14:editId="235D1B50">
                <wp:simplePos x="0" y="0"/>
                <wp:positionH relativeFrom="column">
                  <wp:posOffset>204704</wp:posOffset>
                </wp:positionH>
                <wp:positionV relativeFrom="paragraph">
                  <wp:posOffset>385059</wp:posOffset>
                </wp:positionV>
                <wp:extent cx="2781300" cy="2725420"/>
                <wp:effectExtent l="19050" t="19050" r="1905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725420"/>
                          <a:chOff x="0" y="0"/>
                          <a:chExt cx="2286000" cy="2240677"/>
                        </a:xfrm>
                      </wpg:grpSpPr>
                      <wps:wsp>
                        <wps:cNvPr id="9" name="Textfeld 9"/>
                        <wps:cNvSpPr txBox="1"/>
                        <wps:spPr>
                          <a:xfrm>
                            <a:off x="972326" y="1691792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19242D" w14:textId="77777777" w:rsidR="00C81E41" w:rsidRPr="00734979" w:rsidRDefault="00C81E41" w:rsidP="00C81E41"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0" y="0"/>
                            <a:ext cx="2286000" cy="1684019"/>
                            <a:chOff x="0" y="0"/>
                            <a:chExt cx="2286000" cy="1684019"/>
                          </a:xfrm>
                        </wpg:grpSpPr>
                        <wps:wsp>
                          <wps:cNvPr id="32" name="Gleichschenkliges Dreieck 32"/>
                          <wps:cNvSpPr/>
                          <wps:spPr>
                            <a:xfrm>
                              <a:off x="0" y="0"/>
                              <a:ext cx="2286000" cy="1684019"/>
                            </a:xfrm>
                            <a:custGeom>
                              <a:avLst/>
                              <a:gdLst>
                                <a:gd name="connsiteX0" fmla="*/ 0 w 1475105"/>
                                <a:gd name="connsiteY0" fmla="*/ 1267460 h 1267460"/>
                                <a:gd name="connsiteX1" fmla="*/ 737553 w 1475105"/>
                                <a:gd name="connsiteY1" fmla="*/ 0 h 1267460"/>
                                <a:gd name="connsiteX2" fmla="*/ 1475105 w 1475105"/>
                                <a:gd name="connsiteY2" fmla="*/ 1267460 h 1267460"/>
                                <a:gd name="connsiteX3" fmla="*/ 0 w 1475105"/>
                                <a:gd name="connsiteY3" fmla="*/ 1267460 h 1267460"/>
                                <a:gd name="connsiteX0" fmla="*/ 0 w 3429677"/>
                                <a:gd name="connsiteY0" fmla="*/ 1247064 h 1267460"/>
                                <a:gd name="connsiteX1" fmla="*/ 2692125 w 3429677"/>
                                <a:gd name="connsiteY1" fmla="*/ 0 h 1267460"/>
                                <a:gd name="connsiteX2" fmla="*/ 3429677 w 3429677"/>
                                <a:gd name="connsiteY2" fmla="*/ 1267460 h 1267460"/>
                                <a:gd name="connsiteX3" fmla="*/ 0 w 3429677"/>
                                <a:gd name="connsiteY3" fmla="*/ 1247064 h 1267460"/>
                                <a:gd name="connsiteX0" fmla="*/ 0 w 3429677"/>
                                <a:gd name="connsiteY0" fmla="*/ 1236866 h 1257262"/>
                                <a:gd name="connsiteX1" fmla="*/ 1951079 w 3429677"/>
                                <a:gd name="connsiteY1" fmla="*/ 0 h 1257262"/>
                                <a:gd name="connsiteX2" fmla="*/ 3429677 w 3429677"/>
                                <a:gd name="connsiteY2" fmla="*/ 1257262 h 1257262"/>
                                <a:gd name="connsiteX3" fmla="*/ 0 w 3429677"/>
                                <a:gd name="connsiteY3" fmla="*/ 1236866 h 1257262"/>
                                <a:gd name="connsiteX0" fmla="*/ 0 w 3429677"/>
                                <a:gd name="connsiteY0" fmla="*/ 1209050 h 1229446"/>
                                <a:gd name="connsiteX1" fmla="*/ 2294047 w 3429677"/>
                                <a:gd name="connsiteY1" fmla="*/ 0 h 1229446"/>
                                <a:gd name="connsiteX2" fmla="*/ 3429677 w 3429677"/>
                                <a:gd name="connsiteY2" fmla="*/ 1229446 h 1229446"/>
                                <a:gd name="connsiteX3" fmla="*/ 0 w 3429677"/>
                                <a:gd name="connsiteY3" fmla="*/ 1209050 h 1229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29677" h="1229446">
                                  <a:moveTo>
                                    <a:pt x="0" y="1209050"/>
                                  </a:moveTo>
                                  <a:lnTo>
                                    <a:pt x="2294047" y="0"/>
                                  </a:lnTo>
                                  <a:lnTo>
                                    <a:pt x="3429677" y="1229446"/>
                                  </a:lnTo>
                                  <a:lnTo>
                                    <a:pt x="0" y="120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Gerader Verbinder 33"/>
                          <wps:cNvCnPr/>
                          <wps:spPr>
                            <a:xfrm>
                              <a:off x="1517762" y="37983"/>
                              <a:ext cx="0" cy="161843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" name="Gruppieren 4"/>
                          <wpg:cNvGrpSpPr/>
                          <wpg:grpSpPr>
                            <a:xfrm>
                              <a:off x="1512847" y="1418590"/>
                              <a:ext cx="257810" cy="250825"/>
                              <a:chOff x="-41720" y="12724"/>
                              <a:chExt cx="258310" cy="251334"/>
                            </a:xfrm>
                          </wpg:grpSpPr>
                          <wps:wsp>
                            <wps:cNvPr id="35" name="Freihandform 35"/>
                            <wps:cNvSpPr/>
                            <wps:spPr>
                              <a:xfrm>
                                <a:off x="-41720" y="12724"/>
                                <a:ext cx="258310" cy="251334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Ellipse 37"/>
                            <wps:cNvSpPr/>
                            <wps:spPr>
                              <a:xfrm>
                                <a:off x="38859" y="142120"/>
                                <a:ext cx="50800" cy="5077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" name="Textfeld 10"/>
                        <wps:cNvSpPr txBox="1"/>
                        <wps:spPr>
                          <a:xfrm>
                            <a:off x="1311487" y="851388"/>
                            <a:ext cx="232410" cy="335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DB5DB" w14:textId="77777777" w:rsidR="00C81E41" w:rsidRPr="00734979" w:rsidRDefault="00C81E41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1B22" id="Gruppieren 7" o:spid="_x0000_s1026" style="position:absolute;margin-left:16.1pt;margin-top:30.3pt;width:219pt;height:214.6pt;z-index:251599872;mso-width-relative:margin;mso-height-relative:margin" coordsize="22860,22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7" type="#_x0000_t202" style="position:absolute;left:9723;top:16917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" filled="f" stroked="f" strokeweight=".5pt">
                  <v:textbox inset="1mm,1mm,1mm,1mm">
                    <w:txbxContent>
                      <w:p w14:paraId="6119242D" w14:textId="77777777" w:rsidR="00C81E41" w:rsidRPr="00734979" w:rsidRDefault="00C81E41" w:rsidP="00C81E41">
                        <w:r>
                          <w:t>g</w:t>
                        </w:r>
                      </w:p>
                    </w:txbxContent>
                  </v:textbox>
                </v:shape>
                <v:group id="Gruppieren 6" o:spid="_x0000_s1028" style="position:absolute;width:22860;height:16840" coordsize="22860,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leichschenkliges Dreieck 32" o:spid="_x0000_s1029" style="position:absolute;width:22860;height:16840;visibility:visible;mso-wrap-style:square;v-text-anchor:middle" coordsize="3429677,122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" path="m,1209050l2294047,,3429677,1229446,,1209050xe" fillcolor="#c1efff" strokecolor="black [3213]" strokeweight="3pt">
                    <v:path arrowok="t" o:connecttype="custom" o:connectlocs="0,1656082;1529063,0;2286000,1684019;0,1656082" o:connectangles="0,0,0,0"/>
                  </v:shape>
                  <v:line id="Gerader Verbinder 33" o:spid="_x0000_s1030" style="position:absolute;visibility:visible;mso-wrap-style:square" from="15177,379" to="15177,1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" strokecolor="#c00000" strokeweight="3pt"/>
                  <v:group id="Gruppieren 4" o:spid="_x0000_s1031" style="position:absolute;left:15128;top:14185;width:2578;height:2509" coordorigin="-41720,12724" coordsize="258310,25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Freihandform 35" o:spid="_x0000_s1032" style="position:absolute;left:-41720;top:12724;width:258310;height:25133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8,247681;0,0;258310,251334;3818,247681" o:connectangles="0,0,0,0"/>
                    </v:shape>
                    <v:oval id="Ellipse 37" o:spid="_x0000_s1033" style="position:absolute;left:38859;top:142120;width:50800;height:50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" fillcolor="black [3213]" stroked="f" strokeweight="2pt"/>
                  </v:group>
                </v:group>
                <v:shape id="Textfeld 10" o:spid="_x0000_s1034" type="#_x0000_t202" style="position:absolute;left:13114;top:8513;width:2324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" filled="f" stroked="f" strokeweight=".5pt">
                  <v:textbox inset="1mm,1mm,1mm,1mm">
                    <w:txbxContent>
                      <w:p w14:paraId="1C8DB5DB" w14:textId="77777777" w:rsidR="00C81E41" w:rsidRPr="00734979" w:rsidRDefault="00C81E41" w:rsidP="00C81E41">
                        <w: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C40BA">
        <w:t>A =g *h /2</w:t>
      </w:r>
    </w:p>
    <w:p w14:paraId="5F67E9E6" w14:textId="4436F915" w:rsidR="00C81E41" w:rsidRDefault="00C81E41" w:rsidP="00C81E41">
      <w:pPr>
        <w:rPr>
          <w:noProof/>
          <w:lang w:eastAsia="de-DE"/>
        </w:rPr>
      </w:pPr>
    </w:p>
    <w:p w14:paraId="0BFE772B" w14:textId="77777777" w:rsidR="000C763E" w:rsidRDefault="000C763E" w:rsidP="00C81E41">
      <w:pPr>
        <w:rPr>
          <w:noProof/>
          <w:lang w:eastAsia="de-DE"/>
        </w:rPr>
      </w:pPr>
    </w:p>
    <w:p w14:paraId="30850D79" w14:textId="77777777" w:rsidR="00C81E41" w:rsidRDefault="00C81E41" w:rsidP="00C81E41">
      <w:pPr>
        <w:rPr>
          <w:noProof/>
          <w:lang w:eastAsia="de-DE"/>
        </w:rPr>
      </w:pPr>
    </w:p>
    <w:p w14:paraId="7B62AA87" w14:textId="77777777" w:rsidR="00C81E41" w:rsidRDefault="00C81E41" w:rsidP="00C81E41">
      <w:pPr>
        <w:rPr>
          <w:noProof/>
          <w:lang w:eastAsia="de-DE"/>
        </w:rPr>
      </w:pPr>
    </w:p>
    <w:p w14:paraId="2CAA17AD" w14:textId="77777777" w:rsidR="00C81E41" w:rsidRPr="00E60016" w:rsidRDefault="00C81E41" w:rsidP="00C81E41"/>
    <w:p w14:paraId="07BDA7E3" w14:textId="77777777" w:rsidR="00C81E41" w:rsidRDefault="00C81E41" w:rsidP="00C81E41">
      <w:pPr>
        <w:spacing w:after="0"/>
      </w:pPr>
    </w:p>
    <w:p w14:paraId="11DE7261" w14:textId="0C07F277" w:rsidR="00C81E41" w:rsidRDefault="00C81E41" w:rsidP="00C81E41">
      <w:pPr>
        <w:pStyle w:val="berschrift4"/>
      </w:pPr>
      <w:bookmarkStart w:id="0" w:name="_Hlk155949912"/>
      <w:r>
        <w:t>&lt;</w:t>
      </w:r>
      <w:r w:rsidR="000C763E">
        <w:t>Bild</w:t>
      </w:r>
      <w:r>
        <w:t>&gt;</w:t>
      </w:r>
      <w:r w:rsidR="00C17806">
        <w:t xml:space="preserve"> </w:t>
      </w:r>
      <w:r>
        <w:t>Beschreibung:</w:t>
      </w:r>
    </w:p>
    <w:p w14:paraId="1DD6AE95" w14:textId="0C07F277" w:rsidR="00C81E41" w:rsidRPr="00E60016" w:rsidRDefault="00C81E41" w:rsidP="00C81E41">
      <w:pPr>
        <w:spacing w:after="0"/>
        <w:rPr>
          <w:b/>
          <w:bCs/>
          <w:sz w:val="44"/>
          <w:szCs w:val="26"/>
        </w:rPr>
      </w:pPr>
      <w:r>
        <w:t>Die</w:t>
      </w:r>
      <w:r w:rsidR="00E95A4A">
        <w:t xml:space="preserve"> dargestellte</w:t>
      </w:r>
      <w:r>
        <w:t xml:space="preserve"> </w:t>
      </w:r>
      <w:r w:rsidRPr="009606B5">
        <w:t>D</w:t>
      </w:r>
      <w:r>
        <w:t>rei</w:t>
      </w:r>
      <w:r w:rsidRPr="009606B5">
        <w:t xml:space="preserve">ecksfläche </w:t>
      </w:r>
      <w:r>
        <w:t xml:space="preserve">hat die </w:t>
      </w:r>
      <w:r w:rsidRPr="009606B5">
        <w:t>G</w:t>
      </w:r>
      <w:r>
        <w:t>rundseite g.</w:t>
      </w:r>
      <w:r w:rsidR="00EB0B22">
        <w:br/>
      </w:r>
      <w:r>
        <w:t xml:space="preserve">Die </w:t>
      </w:r>
      <w:r w:rsidRPr="009606B5">
        <w:t>H</w:t>
      </w:r>
      <w:r>
        <w:t>öhe h steht senkrecht auf der Grundseite g.</w:t>
      </w:r>
      <w:r>
        <w:br/>
        <w:t>&lt;/</w:t>
      </w:r>
      <w:r w:rsidR="000C763E">
        <w:t>Bild</w:t>
      </w:r>
      <w:r>
        <w:t xml:space="preserve">&gt; </w:t>
      </w:r>
      <w:bookmarkEnd w:id="0"/>
      <w:r w:rsidRPr="00E60016">
        <w:br w:type="page"/>
      </w:r>
    </w:p>
    <w:p w14:paraId="4FF45E93" w14:textId="77777777" w:rsidR="00C81E41" w:rsidRPr="00A92169" w:rsidRDefault="00C81E41" w:rsidP="00C81E41">
      <w:pPr>
        <w:pStyle w:val="berschrift3"/>
        <w:spacing w:after="0"/>
      </w:pPr>
      <w:r w:rsidRPr="00A92169">
        <w:lastRenderedPageBreak/>
        <w:t>Parallelogramm</w:t>
      </w:r>
    </w:p>
    <w:p w14:paraId="44E9A4F8" w14:textId="77777777" w:rsidR="006E1133" w:rsidRPr="00A92169" w:rsidRDefault="006E1133" w:rsidP="006E1133">
      <w:pPr>
        <w:spacing w:after="0" w:line="240" w:lineRule="auto"/>
      </w:pPr>
      <w:r w:rsidRPr="00A92169">
        <w:t>A =g *h</w:t>
      </w:r>
    </w:p>
    <w:p w14:paraId="1BB16DC9" w14:textId="77777777" w:rsidR="006E1133" w:rsidRDefault="006E1133" w:rsidP="00C81E41">
      <w:pPr>
        <w:rPr>
          <w:noProof/>
          <w:lang w:eastAsia="de-DE"/>
        </w:rPr>
      </w:pPr>
    </w:p>
    <w:p w14:paraId="6CDCFC13" w14:textId="283BDD9C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5230D56B" wp14:editId="709A1507">
                <wp:simplePos x="0" y="0"/>
                <wp:positionH relativeFrom="column">
                  <wp:posOffset>300071</wp:posOffset>
                </wp:positionH>
                <wp:positionV relativeFrom="paragraph">
                  <wp:posOffset>397942</wp:posOffset>
                </wp:positionV>
                <wp:extent cx="3647440" cy="1713865"/>
                <wp:effectExtent l="19050" t="19050" r="0" b="63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7440" cy="1713865"/>
                          <a:chOff x="0" y="0"/>
                          <a:chExt cx="3647440" cy="1713865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0" y="0"/>
                            <a:ext cx="3647440" cy="1713865"/>
                            <a:chOff x="0" y="0"/>
                            <a:chExt cx="3647443" cy="1713873"/>
                          </a:xfrm>
                        </wpg:grpSpPr>
                        <wps:wsp>
                          <wps:cNvPr id="34" name="Parallelogramm 41"/>
                          <wps:cNvSpPr/>
                          <wps:spPr>
                            <a:xfrm>
                              <a:off x="0" y="0"/>
                              <a:ext cx="3413125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" name="Gruppieren 39"/>
                          <wpg:cNvGrpSpPr/>
                          <wpg:grpSpPr>
                            <a:xfrm>
                              <a:off x="1886725" y="958663"/>
                              <a:ext cx="257810" cy="251460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40" name="Freihandform 40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Ellipse 42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" name="Gruppieren 47"/>
                          <wpg:cNvGrpSpPr/>
                          <wpg:grpSpPr>
                            <a:xfrm>
                              <a:off x="1307468" y="440456"/>
                              <a:ext cx="2339975" cy="1273417"/>
                              <a:chOff x="0" y="47390"/>
                              <a:chExt cx="2340219" cy="1273469"/>
                            </a:xfrm>
                          </wpg:grpSpPr>
                          <wps:wsp>
                            <wps:cNvPr id="49" name="Textfeld 49"/>
                            <wps:cNvSpPr txBox="1"/>
                            <wps:spPr>
                              <a:xfrm>
                                <a:off x="371417" y="47390"/>
                                <a:ext cx="226663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864E6E" w14:textId="77777777" w:rsidR="00C81E41" w:rsidRDefault="00C81E41" w:rsidP="00C81E41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0" name="Ellipse 50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Textfeld 51"/>
                            <wps:cNvSpPr txBox="1"/>
                            <wps:spPr>
                              <a:xfrm>
                                <a:off x="0" y="843955"/>
                                <a:ext cx="633112" cy="4769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7B8A75" w14:textId="77777777" w:rsidR="00C81E41" w:rsidRDefault="00C81E41" w:rsidP="00C81E41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2" name="Ellipse 52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4" name="Gerader Verbinder 54"/>
                        <wps:cNvCnPr/>
                        <wps:spPr>
                          <a:xfrm>
                            <a:off x="1885950" y="19050"/>
                            <a:ext cx="0" cy="11804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0D56B" id="Gruppieren 30" o:spid="_x0000_s1035" style="position:absolute;margin-left:23.65pt;margin-top:31.35pt;width:287.2pt;height:134.95pt;z-index:251600896" coordsize="36474,1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">
                <v:group id="Gruppieren 31" o:spid="_x0000_s1036" style="position:absolute;width:36474;height:17138" coordsize="36474,1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Parallelogramm 41" o:spid="_x0000_s1037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" path="m,1207135l467286,,3413125,,2941701,1219548,,1207135xe" fillcolor="#c6d9f1 [671]" strokecolor="black [3213]" strokeweight="3pt">
                    <v:path arrowok="t" o:connecttype="custom" o:connectlocs="0,1207135;467286,0;3413125,0;2941701,1219548;0,1207135" o:connectangles="0,0,0,0,0"/>
                  </v:shape>
                  <v:group id="Gruppieren 39" o:spid="_x0000_s1038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Freihandform 40" o:spid="_x0000_s1039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42" o:spid="_x0000_s1040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  </v:group>
                  <v:group id="Gruppieren 47" o:spid="_x0000_s1041" style="position:absolute;left:13074;top:4404;width:23400;height:12734" coordorigin=",473" coordsize="23402,12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Textfeld 49" o:spid="_x0000_s1042" type="#_x0000_t202" style="position:absolute;left:3714;top:473;width:2266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" filled="f" stroked="f" strokeweight=".5pt">
                      <v:textbox style="mso-fit-shape-to-text:t" inset="0,0,0,0">
                        <w:txbxContent>
                          <w:p w14:paraId="03864E6E" w14:textId="77777777" w:rsidR="00C81E41" w:rsidRDefault="00C81E41" w:rsidP="00C81E41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50" o:spid="_x0000_s1043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" fillcolor="white [3212]" stroked="f" strokeweight="2pt"/>
                    <v:shape id="Textfeld 51" o:spid="_x0000_s1044" type="#_x0000_t202" style="position:absolute;top:8439;width:6331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" fillcolor="white [3201]" stroked="f" strokeweight=".5pt">
                      <v:textbox style="mso-fit-shape-to-text:t" inset="0,0,0,0">
                        <w:txbxContent>
                          <w:p w14:paraId="527B8A75" w14:textId="77777777" w:rsidR="00C81E41" w:rsidRDefault="00C81E41" w:rsidP="00C81E41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52" o:spid="_x0000_s1045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" fillcolor="white [3212]" stroked="f" strokeweight="2pt"/>
                  </v:group>
                </v:group>
                <v:line id="Gerader Verbinder 54" o:spid="_x0000_s1046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" strokecolor="#c00000" strokeweight="3pt"/>
              </v:group>
            </w:pict>
          </mc:Fallback>
        </mc:AlternateContent>
      </w:r>
    </w:p>
    <w:p w14:paraId="74BF5A76" w14:textId="77777777" w:rsidR="00C81E41" w:rsidRDefault="00C81E41" w:rsidP="00C81E41">
      <w:pPr>
        <w:rPr>
          <w:noProof/>
          <w:lang w:eastAsia="de-DE"/>
        </w:rPr>
      </w:pPr>
    </w:p>
    <w:p w14:paraId="6BFE60EB" w14:textId="77777777" w:rsidR="00C81E41" w:rsidRDefault="00C81E41" w:rsidP="00C81E41">
      <w:pPr>
        <w:rPr>
          <w:noProof/>
          <w:lang w:eastAsia="de-DE"/>
        </w:rPr>
      </w:pPr>
    </w:p>
    <w:p w14:paraId="18D9018C" w14:textId="77777777" w:rsidR="00C81E41" w:rsidRPr="00A92169" w:rsidRDefault="00C81E41" w:rsidP="00C81E41"/>
    <w:p w14:paraId="581D1A2B" w14:textId="77777777" w:rsidR="00C81E41" w:rsidRPr="00A92169" w:rsidRDefault="00C81E41" w:rsidP="00C81E41">
      <w:pPr>
        <w:spacing w:after="0" w:line="240" w:lineRule="auto"/>
      </w:pPr>
    </w:p>
    <w:p w14:paraId="63A0D7BF" w14:textId="77777777" w:rsidR="00C81E41" w:rsidRPr="00A92169" w:rsidRDefault="00C81E41" w:rsidP="00C81E41"/>
    <w:p w14:paraId="2C81AC81" w14:textId="234DBCAC" w:rsidR="00C81E41" w:rsidRDefault="00C81E41" w:rsidP="00C81E41">
      <w:pPr>
        <w:pStyle w:val="berschrift4"/>
      </w:pPr>
      <w:bookmarkStart w:id="1" w:name="_Hlk155940244"/>
      <w:r>
        <w:t>&lt;</w:t>
      </w:r>
      <w:r w:rsidR="006E1133">
        <w:t>Bild</w:t>
      </w:r>
      <w:r>
        <w:t>&gt;</w:t>
      </w:r>
      <w:r w:rsidR="00C17806">
        <w:t xml:space="preserve"> </w:t>
      </w:r>
      <w:r>
        <w:t>Beschreibung:</w:t>
      </w:r>
    </w:p>
    <w:p w14:paraId="05C39CD8" w14:textId="38742C6F" w:rsidR="00C81E41" w:rsidRPr="009606B5" w:rsidRDefault="00E95A4A" w:rsidP="00C81E41">
      <w:r>
        <w:t>Das dargestellte</w:t>
      </w:r>
      <w:r w:rsidRPr="009606B5">
        <w:t xml:space="preserve"> Viereck </w:t>
      </w:r>
      <w:r>
        <w:t>hat</w:t>
      </w:r>
      <w:r w:rsidRPr="009606B5">
        <w:t xml:space="preserve"> vier S</w:t>
      </w:r>
      <w:r>
        <w:t>eiten.</w:t>
      </w:r>
      <w:r>
        <w:br/>
        <w:t>Die gegenüberliegenden Seiten sind parallel zueinander und haben dieselbe Länge. Die Höhe h steht senkrecht auf der Grundseite g und auf der gegenüberliegenden Seite.</w:t>
      </w:r>
      <w:r w:rsidR="00C81E41">
        <w:br/>
        <w:t>&lt;/</w:t>
      </w:r>
      <w:r w:rsidR="006E1133">
        <w:t>Bild</w:t>
      </w:r>
      <w:r w:rsidR="00C81E41">
        <w:t>&gt;</w:t>
      </w:r>
    </w:p>
    <w:bookmarkEnd w:id="1"/>
    <w:p w14:paraId="3C64C4FD" w14:textId="77777777" w:rsidR="00C81E41" w:rsidRPr="00A92169" w:rsidRDefault="00C81E41" w:rsidP="00C81E41"/>
    <w:p w14:paraId="00E5F26F" w14:textId="77777777" w:rsidR="00C81E41" w:rsidRPr="00A92169" w:rsidRDefault="00C81E41" w:rsidP="00C81E41">
      <w:pPr>
        <w:spacing w:after="0" w:line="240" w:lineRule="auto"/>
      </w:pPr>
      <w:r w:rsidRPr="00A92169">
        <w:br w:type="page"/>
      </w:r>
    </w:p>
    <w:p w14:paraId="10923B9B" w14:textId="7EC80295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lastRenderedPageBreak/>
        <w:t>Trapez</w:t>
      </w:r>
    </w:p>
    <w:p w14:paraId="48A4A724" w14:textId="77777777" w:rsidR="006E1133" w:rsidRDefault="006E1133" w:rsidP="006E1133">
      <w:pPr>
        <w:rPr>
          <w:lang w:val="es-ES_tradnl"/>
        </w:rPr>
      </w:pPr>
      <w:r>
        <w:rPr>
          <w:lang w:val="es-ES_tradnl"/>
        </w:rPr>
        <w:t>A =(a +c) /2 *h</w:t>
      </w:r>
    </w:p>
    <w:p w14:paraId="55057463" w14:textId="259A5B0B" w:rsidR="00C81E41" w:rsidRDefault="006E1133" w:rsidP="00C81E41">
      <w:pPr>
        <w:spacing w:before="24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3EB08FF4" wp14:editId="40B12960">
                <wp:simplePos x="0" y="0"/>
                <wp:positionH relativeFrom="margin">
                  <wp:posOffset>13970</wp:posOffset>
                </wp:positionH>
                <wp:positionV relativeFrom="paragraph">
                  <wp:posOffset>524405</wp:posOffset>
                </wp:positionV>
                <wp:extent cx="4050030" cy="2849382"/>
                <wp:effectExtent l="19050" t="0" r="26670" b="8255"/>
                <wp:wrapNone/>
                <wp:docPr id="70" name="Gruppieren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030" cy="2849382"/>
                          <a:chOff x="0" y="77508"/>
                          <a:chExt cx="3036570" cy="2136548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872715" y="77508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7B82B1" w14:textId="77777777" w:rsidR="00C81E41" w:rsidRPr="00734979" w:rsidRDefault="00C81E41" w:rsidP="00C81E4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feld 66"/>
                        <wps:cNvSpPr txBox="1"/>
                        <wps:spPr>
                          <a:xfrm>
                            <a:off x="810392" y="1811466"/>
                            <a:ext cx="37655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51B87C" w14:textId="77777777" w:rsidR="00C81E41" w:rsidRDefault="00C81E41" w:rsidP="00C81E4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Gruppieren 69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57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" name="Gruppieren 58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59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" name="Gerader Verbinder 68"/>
                          <wps:cNvCnPr/>
                          <wps:spPr>
                            <a:xfrm>
                              <a:off x="1360170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Textfeld 62"/>
                        <wps:cNvSpPr txBox="1"/>
                        <wps:spPr>
                          <a:xfrm>
                            <a:off x="1201495" y="952173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1F5460" w14:textId="77777777" w:rsidR="00C81E41" w:rsidRDefault="00C81E41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08FF4" id="Gruppieren 70" o:spid="_x0000_s1047" style="position:absolute;margin-left:1.1pt;margin-top:41.3pt;width:318.9pt;height:224.35pt;z-index:251601920;mso-position-horizontal-relative:margin;mso-width-relative:margin;mso-height-relative:margin" coordorigin=",775" coordsize="30365,2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">
                <v:shape id="Textfeld 17" o:spid="_x0000_s1048" type="#_x0000_t202" style="position:absolute;left:8727;top:775;width:1933;height:5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" filled="f" stroked="f" strokeweight=".5pt">
                  <v:textbox inset="1mm,1mm,1mm,1mm">
                    <w:txbxContent>
                      <w:p w14:paraId="687B82B1" w14:textId="77777777" w:rsidR="00C81E41" w:rsidRPr="00734979" w:rsidRDefault="00C81E41" w:rsidP="00C81E41">
                        <w:r>
                          <w:t>c</w:t>
                        </w:r>
                      </w:p>
                    </w:txbxContent>
                  </v:textbox>
                </v:shape>
                <v:shape id="Textfeld 66" o:spid="_x0000_s1049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<v:textbox inset="0,0,0,0">
                    <w:txbxContent>
                      <w:p w14:paraId="6551B87C" w14:textId="77777777" w:rsidR="00C81E41" w:rsidRDefault="00C81E41" w:rsidP="00C81E41">
                        <w:r>
                          <w:t>a</w:t>
                        </w:r>
                      </w:p>
                    </w:txbxContent>
                  </v:textbox>
                </v:shape>
                <v:group id="Gruppieren 69" o:spid="_x0000_s1050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Parallelogramm 41" o:spid="_x0000_s1051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" path="m,1216763l244448,9628,1615502,,2960273,1235595,,1216763xe" fillcolor="#c6d9f1 [671]" strokecolor="black [3213]" strokeweight="3pt">
                    <v:path arrowok="t" o:connecttype="custom" o:connectlocs="0,1444493;250770,11430;1657280,0;3036827,1466850;0,1444493" o:connectangles="0,0,0,0,0"/>
                  </v:shape>
                  <v:group id="Gruppieren 58" o:spid="_x0000_s1052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Freihandform 59" o:spid="_x0000_s1053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0" o:spid="_x0000_s1054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3i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s&#10;ly/yA/T6BQAA//8DAFBLAQItABQABgAIAAAAIQDb4fbL7gAAAIUBAAATAAAAAAAAAAAAAAAAAAAA&#10;AABbQ29udGVudF9UeXBlc10ueG1sUEsBAi0AFAAGAAgAAAAhAFr0LFu/AAAAFQEAAAsAAAAAAAAA&#10;AAAAAAAAHwEAAF9yZWxzLy5yZWxzUEsBAi0AFAAGAAgAAAAhABFrHeK+AAAA2wAAAA8AAAAAAAAA&#10;AAAAAAAABwIAAGRycy9kb3ducmV2LnhtbFBLBQYAAAAAAwADALcAAADyAgAAAAA=&#10;" fillcolor="black [3213]" stroked="f" strokeweight="2pt"/>
                  </v:group>
                  <v:line id="Gerader Verbinder 68" o:spid="_x0000_s1055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" strokecolor="#c00000" strokeweight="3pt"/>
                </v:group>
                <v:shape id="Textfeld 62" o:spid="_x0000_s1056" type="#_x0000_t202" style="position:absolute;left:12014;top:9521;width:2814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<v:textbox inset="0,0,0,0">
                    <w:txbxContent>
                      <w:p w14:paraId="0B1F5460" w14:textId="77777777" w:rsidR="00C81E41" w:rsidRDefault="00C81E41" w:rsidP="00C81E41">
                        <w: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66C14E" w14:textId="4FBD20A6" w:rsidR="006E1133" w:rsidRDefault="006E1133" w:rsidP="00C81E41">
      <w:pPr>
        <w:spacing w:before="240"/>
        <w:rPr>
          <w:noProof/>
          <w:lang w:eastAsia="de-DE"/>
        </w:rPr>
      </w:pPr>
    </w:p>
    <w:p w14:paraId="4D4EDF74" w14:textId="77777777" w:rsidR="00C81E41" w:rsidRDefault="00C81E41" w:rsidP="00C81E41">
      <w:pPr>
        <w:spacing w:before="240"/>
        <w:rPr>
          <w:noProof/>
          <w:lang w:eastAsia="de-DE"/>
        </w:rPr>
      </w:pPr>
    </w:p>
    <w:p w14:paraId="65DF536F" w14:textId="77777777" w:rsidR="00C81E41" w:rsidRDefault="00C81E41" w:rsidP="00C81E41">
      <w:pPr>
        <w:spacing w:before="240"/>
        <w:rPr>
          <w:noProof/>
          <w:lang w:eastAsia="de-DE"/>
        </w:rPr>
      </w:pPr>
    </w:p>
    <w:p w14:paraId="4390B18D" w14:textId="77777777" w:rsidR="00C81E41" w:rsidRDefault="00C81E41" w:rsidP="00C81E41">
      <w:pPr>
        <w:spacing w:before="240"/>
        <w:rPr>
          <w:noProof/>
          <w:lang w:eastAsia="de-DE"/>
        </w:rPr>
      </w:pPr>
    </w:p>
    <w:p w14:paraId="20F83B1A" w14:textId="77777777" w:rsidR="00C81E41" w:rsidRPr="009D61D2" w:rsidRDefault="00C81E41" w:rsidP="00C81E41">
      <w:pPr>
        <w:spacing w:before="240"/>
        <w:rPr>
          <w:lang w:val="es-ES_tradnl"/>
        </w:rPr>
      </w:pPr>
    </w:p>
    <w:p w14:paraId="6E0015DB" w14:textId="77777777" w:rsidR="00C81E41" w:rsidRPr="009D61D2" w:rsidRDefault="00C81E41" w:rsidP="00C81E41">
      <w:pPr>
        <w:rPr>
          <w:lang w:val="es-ES_tradnl"/>
        </w:rPr>
      </w:pPr>
    </w:p>
    <w:p w14:paraId="7F5408EC" w14:textId="6905AC37" w:rsidR="00C81E41" w:rsidRDefault="00C81E41" w:rsidP="00C81E41">
      <w:pPr>
        <w:pStyle w:val="berschrift4"/>
        <w:rPr>
          <w:lang w:val="es-ES_tradnl"/>
        </w:rPr>
      </w:pPr>
      <w:bookmarkStart w:id="2" w:name="_Hlk155940836"/>
      <w:r>
        <w:rPr>
          <w:lang w:val="es-ES_tradnl"/>
        </w:rPr>
        <w:t>&lt;</w:t>
      </w:r>
      <w:r w:rsidR="006E1133">
        <w:rPr>
          <w:lang w:val="es-ES_tradnl"/>
        </w:rPr>
        <w:t>Bild</w:t>
      </w:r>
      <w:r>
        <w:rPr>
          <w:lang w:val="es-ES_tradnl"/>
        </w:rPr>
        <w:t>&gt;</w:t>
      </w:r>
      <w:r w:rsidR="00C17806">
        <w:rPr>
          <w:lang w:val="es-ES_tradnl"/>
        </w:rPr>
        <w:t xml:space="preserve"> </w:t>
      </w:r>
      <w:r>
        <w:rPr>
          <w:lang w:val="es-ES_tradnl"/>
        </w:rPr>
        <w:t>Bildbeschreibung:</w:t>
      </w:r>
    </w:p>
    <w:p w14:paraId="55E73500" w14:textId="2ECB2848" w:rsidR="00C81E41" w:rsidRPr="009D61D2" w:rsidRDefault="00E95A4A" w:rsidP="00C81E41">
      <w:pPr>
        <w:rPr>
          <w:lang w:val="es-ES_tradnl"/>
        </w:rPr>
      </w:pPr>
      <w:r>
        <w:rPr>
          <w:lang w:val="es-ES_tradnl"/>
        </w:rPr>
        <w:t>Das dargestellte Trapez ist ein Viereck mit 4 verschieden langen Seiten und 4 verschiedenen Winkeln. Die Seiten a und c sind parallel zueinander, aber unterschiedlich lang. Die Höhe h steht senkrecht auf der Seiten a.</w:t>
      </w:r>
      <w:r w:rsidR="00C81E41">
        <w:rPr>
          <w:lang w:val="es-ES_tradnl"/>
        </w:rPr>
        <w:br/>
        <w:t>&lt;/</w:t>
      </w:r>
      <w:r w:rsidR="006E1133">
        <w:rPr>
          <w:lang w:val="es-ES_tradnl"/>
        </w:rPr>
        <w:t>Bild</w:t>
      </w:r>
      <w:r w:rsidR="00C81E41">
        <w:rPr>
          <w:lang w:val="es-ES_tradnl"/>
        </w:rPr>
        <w:t>&gt;</w:t>
      </w:r>
    </w:p>
    <w:bookmarkEnd w:id="2"/>
    <w:p w14:paraId="21E9372A" w14:textId="77777777" w:rsidR="00C81E41" w:rsidRPr="009D61D2" w:rsidRDefault="00C81E41" w:rsidP="00C81E41">
      <w:pPr>
        <w:rPr>
          <w:lang w:val="es-ES_tradnl"/>
        </w:rPr>
      </w:pPr>
    </w:p>
    <w:p w14:paraId="0AF60AE5" w14:textId="77777777" w:rsidR="00C81E41" w:rsidRDefault="00C81E41" w:rsidP="00C81E41">
      <w:pPr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1C0CB55B" w14:textId="77777777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lastRenderedPageBreak/>
        <w:t>Kreis</w:t>
      </w:r>
    </w:p>
    <w:p w14:paraId="1C649E3B" w14:textId="77777777" w:rsidR="006E1133" w:rsidRPr="009D61D2" w:rsidRDefault="006E1133" w:rsidP="006E1133">
      <w:pPr>
        <w:rPr>
          <w:szCs w:val="24"/>
          <w:lang w:val="es-ES_tradnl"/>
        </w:rPr>
      </w:pPr>
      <w:r w:rsidRPr="009D61D2">
        <w:rPr>
          <w:lang w:val="es-ES_tradnl"/>
        </w:rPr>
        <w:t>A =</w:t>
      </w:r>
      <w:r>
        <w:rPr>
          <w:lang w:val="es-ES_tradnl"/>
        </w:rPr>
        <w:t xml:space="preserve"> pi</w:t>
      </w:r>
      <w:r w:rsidRPr="009D61D2">
        <w:rPr>
          <w:szCs w:val="24"/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24"/>
          <w:lang w:val="es-ES_tradnl"/>
        </w:rPr>
        <w:t>r</w:t>
      </w:r>
      <w:r>
        <w:rPr>
          <w:szCs w:val="24"/>
          <w:lang w:val="es-ES_tradnl"/>
        </w:rPr>
        <w:t>^2</w:t>
      </w:r>
    </w:p>
    <w:p w14:paraId="5B17086F" w14:textId="77777777" w:rsidR="006E1133" w:rsidRPr="009D61D2" w:rsidRDefault="006E1133" w:rsidP="006E1133">
      <w:pPr>
        <w:rPr>
          <w:lang w:val="es-ES_tradnl"/>
        </w:rPr>
      </w:pPr>
      <w:r w:rsidRPr="009D61D2">
        <w:rPr>
          <w:lang w:val="es-ES_tradnl"/>
        </w:rPr>
        <w:t>u = 2</w:t>
      </w:r>
      <w:r>
        <w:rPr>
          <w:rFonts w:eastAsiaTheme="minorEastAsia"/>
          <w:lang w:val="es-ES_tradnl"/>
        </w:rPr>
        <w:t>pi</w:t>
      </w:r>
      <w:r w:rsidRPr="009D61D2">
        <w:rPr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44"/>
          <w:lang w:val="es-ES_tradnl"/>
        </w:rPr>
        <w:t>r</w:t>
      </w:r>
    </w:p>
    <w:p w14:paraId="2E962672" w14:textId="4F451A81" w:rsidR="00C81E41" w:rsidRDefault="00C81E41" w:rsidP="00C81E41">
      <w:pPr>
        <w:rPr>
          <w:lang w:val="es-ES_tradnl"/>
        </w:rPr>
      </w:pPr>
    </w:p>
    <w:p w14:paraId="514DBAB4" w14:textId="348738CB" w:rsidR="00C81E41" w:rsidRDefault="006E1133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 wp14:anchorId="14BFEC55" wp14:editId="0AFBB8C7">
                <wp:simplePos x="0" y="0"/>
                <wp:positionH relativeFrom="margin">
                  <wp:posOffset>13970</wp:posOffset>
                </wp:positionH>
                <wp:positionV relativeFrom="paragraph">
                  <wp:posOffset>110462</wp:posOffset>
                </wp:positionV>
                <wp:extent cx="2305050" cy="2305050"/>
                <wp:effectExtent l="19050" t="19050" r="19050" b="19050"/>
                <wp:wrapNone/>
                <wp:docPr id="693495810" name="Gruppieren 693495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2305050"/>
                          <a:chOff x="0" y="0"/>
                          <a:chExt cx="1577340" cy="1577340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0" y="0"/>
                            <a:ext cx="1577340" cy="1577340"/>
                          </a:xfrm>
                          <a:prstGeom prst="ellipse">
                            <a:avLst/>
                          </a:prstGeom>
                          <a:solidFill>
                            <a:srgbClr val="C1EFFF"/>
                          </a:solidFill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24112" y="718913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4ACDC" w14:textId="77777777" w:rsidR="00C81E41" w:rsidRPr="00734979" w:rsidRDefault="00C81E41" w:rsidP="00C81E4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203400" y="731266"/>
                            <a:ext cx="154550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8406D" w14:textId="77777777" w:rsidR="00C81E41" w:rsidRPr="00734979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19"/>
                        <wps:cNvCnPr/>
                        <wps:spPr>
                          <a:xfrm flipV="1">
                            <a:off x="150125" y="327546"/>
                            <a:ext cx="1268730" cy="92202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 flipH="1" flipV="1">
                            <a:off x="791570" y="791570"/>
                            <a:ext cx="715645" cy="2921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FEC55" id="Gruppieren 693495810" o:spid="_x0000_s1057" style="position:absolute;margin-left:1.1pt;margin-top:8.7pt;width:181.5pt;height:181.5pt;z-index:251602944;mso-position-horizontal-relative:margin;mso-width-relative:margin;mso-height-relative:margin" coordsize="15773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">
                <v:oval id="Ellipse 18" o:spid="_x0000_s1058" style="position:absolute;width:15773;height:1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" fillcolor="#c1efff" strokecolor="black [3200]" strokeweight="3pt"/>
                <v:shape id="Textfeld 23" o:spid="_x0000_s1059" type="#_x0000_t202" style="position:absolute;left:4241;top:7189;width:2059;height:5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" filled="f" stroked="f" strokeweight=".5pt">
                  <v:textbox inset="1mm,1mm,1mm,1mm">
                    <w:txbxContent>
                      <w:p w14:paraId="4BF4ACDC" w14:textId="77777777" w:rsidR="00C81E41" w:rsidRPr="00734979" w:rsidRDefault="00C81E41" w:rsidP="00C81E41">
                        <w:r>
                          <w:t>d</w:t>
                        </w:r>
                      </w:p>
                    </w:txbxContent>
                  </v:textbox>
                </v:shape>
                <v:shape id="Textfeld 24" o:spid="_x0000_s1060" type="#_x0000_t202" style="position:absolute;left:12034;top:7312;width:1545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" filled="f" stroked="f" strokeweight=".5pt">
                  <v:textbox inset="1mm,1mm,1mm,1mm">
                    <w:txbxContent>
                      <w:p w14:paraId="0498406D" w14:textId="77777777" w:rsidR="00C81E41" w:rsidRPr="00734979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line id="Gerade Verbindung 19" o:spid="_x0000_s1061" style="position:absolute;flip:y;visibility:visible;mso-wrap-style:square" from="1501,3275" to="14188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" strokecolor="#c00000" strokeweight="3pt"/>
                <v:line id="Gerade Verbindung 20" o:spid="_x0000_s1062" style="position:absolute;flip:x y;visibility:visible;mso-wrap-style:square" from="7915,7915" to="15072,10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" strokecolor="#0070c0" strokeweight="3pt"/>
                <w10:wrap anchorx="margin"/>
              </v:group>
            </w:pict>
          </mc:Fallback>
        </mc:AlternateContent>
      </w:r>
    </w:p>
    <w:p w14:paraId="2E007CAF" w14:textId="192827B0" w:rsidR="00C81E41" w:rsidRPr="009D61D2" w:rsidRDefault="00C81E41" w:rsidP="00C81E41">
      <w:pPr>
        <w:rPr>
          <w:lang w:val="es-ES_tradnl"/>
        </w:rPr>
      </w:pPr>
    </w:p>
    <w:p w14:paraId="63BC11A0" w14:textId="0D210175" w:rsidR="00C81E41" w:rsidRDefault="00C81E41" w:rsidP="00C81E41">
      <w:pPr>
        <w:rPr>
          <w:lang w:val="es-ES_tradnl"/>
        </w:rPr>
      </w:pPr>
    </w:p>
    <w:p w14:paraId="4641A2B8" w14:textId="62FC8EBC" w:rsidR="001B4A1C" w:rsidRDefault="001B4A1C" w:rsidP="00C81E41">
      <w:pPr>
        <w:rPr>
          <w:lang w:val="es-ES_tradnl"/>
        </w:rPr>
      </w:pPr>
    </w:p>
    <w:p w14:paraId="0DFCA308" w14:textId="77777777" w:rsidR="001B4A1C" w:rsidRPr="009D61D2" w:rsidRDefault="001B4A1C" w:rsidP="00C81E41">
      <w:pPr>
        <w:rPr>
          <w:lang w:val="es-ES_tradnl"/>
        </w:rPr>
      </w:pPr>
    </w:p>
    <w:p w14:paraId="3EE9035D" w14:textId="7BD90D04" w:rsidR="00C81E41" w:rsidRDefault="00C81E41" w:rsidP="00C81E41">
      <w:pPr>
        <w:rPr>
          <w:lang w:val="es-ES_tradnl"/>
        </w:rPr>
      </w:pPr>
    </w:p>
    <w:p w14:paraId="0C32CE58" w14:textId="44D0E1C5" w:rsidR="00C81E41" w:rsidRDefault="00C81E41" w:rsidP="00C81E41">
      <w:pPr>
        <w:pStyle w:val="berschrift4"/>
        <w:rPr>
          <w:lang w:val="es-ES_tradnl"/>
        </w:rPr>
      </w:pPr>
      <w:bookmarkStart w:id="3" w:name="_Hlk155940936"/>
      <w:r>
        <w:rPr>
          <w:lang w:val="es-ES_tradnl"/>
        </w:rPr>
        <w:t>&lt;</w:t>
      </w:r>
      <w:r w:rsidR="006E1133">
        <w:rPr>
          <w:lang w:val="es-ES_tradnl"/>
        </w:rPr>
        <w:t>Bild</w:t>
      </w:r>
      <w:r>
        <w:rPr>
          <w:lang w:val="es-ES_tradnl"/>
        </w:rPr>
        <w:t>&gt;</w:t>
      </w:r>
      <w:r w:rsidR="00C17806">
        <w:rPr>
          <w:lang w:val="es-ES_tradnl"/>
        </w:rPr>
        <w:t xml:space="preserve"> </w:t>
      </w:r>
      <w:r>
        <w:rPr>
          <w:lang w:val="es-ES_tradnl"/>
        </w:rPr>
        <w:t>Beschreibung:</w:t>
      </w:r>
    </w:p>
    <w:p w14:paraId="1422CB5B" w14:textId="664F6E8D" w:rsidR="00C81E41" w:rsidRPr="009D61D2" w:rsidRDefault="00C81E41" w:rsidP="00C81E41">
      <w:pPr>
        <w:rPr>
          <w:lang w:val="es-ES_tradnl"/>
        </w:rPr>
      </w:pPr>
      <w:r>
        <w:rPr>
          <w:lang w:val="es-ES_tradnl"/>
        </w:rPr>
        <w:t xml:space="preserve">Die </w:t>
      </w:r>
      <w:r w:rsidR="00EB0B22">
        <w:rPr>
          <w:lang w:val="es-ES_tradnl"/>
        </w:rPr>
        <w:t>Abbildung</w:t>
      </w:r>
      <w:r>
        <w:rPr>
          <w:lang w:val="es-ES_tradnl"/>
        </w:rPr>
        <w:t xml:space="preserve"> zeigt einen Kreis mit dem Radius r</w:t>
      </w:r>
      <w:r>
        <w:rPr>
          <w:lang w:val="es-ES_tradnl"/>
        </w:rPr>
        <w:br/>
        <w:t>und dem Durchmesser d.</w:t>
      </w:r>
      <w:r>
        <w:rPr>
          <w:lang w:val="es-ES_tradnl"/>
        </w:rPr>
        <w:br/>
        <w:t>&lt;/</w:t>
      </w:r>
      <w:r w:rsidR="006E1133">
        <w:rPr>
          <w:lang w:val="es-ES_tradnl"/>
        </w:rPr>
        <w:t>Bild</w:t>
      </w:r>
      <w:r>
        <w:rPr>
          <w:lang w:val="es-ES_tradnl"/>
        </w:rPr>
        <w:t>&gt;</w:t>
      </w:r>
    </w:p>
    <w:bookmarkEnd w:id="3"/>
    <w:p w14:paraId="15E01D2E" w14:textId="77777777" w:rsidR="00C81E41" w:rsidRDefault="00C81E41" w:rsidP="00C81E41">
      <w:pPr>
        <w:spacing w:after="0" w:line="240" w:lineRule="auto"/>
        <w:rPr>
          <w:lang w:val="es-ES_tradnl"/>
        </w:rPr>
      </w:pPr>
    </w:p>
    <w:p w14:paraId="51CC2D40" w14:textId="77777777" w:rsidR="00C81E41" w:rsidRDefault="00C81E41" w:rsidP="00C81E41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20F0CB4A" w14:textId="77777777" w:rsidR="00C81E41" w:rsidRPr="004B20A5" w:rsidRDefault="00C81E41" w:rsidP="00C81E41">
      <w:pPr>
        <w:pStyle w:val="berschrift3"/>
        <w:rPr>
          <w:lang w:val="en-GB"/>
        </w:rPr>
      </w:pPr>
      <w:proofErr w:type="spellStart"/>
      <w:r w:rsidRPr="004B20A5">
        <w:rPr>
          <w:lang w:val="en-GB"/>
        </w:rPr>
        <w:lastRenderedPageBreak/>
        <w:t>Kreisring</w:t>
      </w:r>
      <w:proofErr w:type="spellEnd"/>
    </w:p>
    <w:p w14:paraId="3F184674" w14:textId="77777777" w:rsidR="006E1133" w:rsidRPr="0023513B" w:rsidRDefault="006E1133" w:rsidP="006E1133">
      <w:pPr>
        <w:rPr>
          <w:sz w:val="40"/>
          <w:szCs w:val="28"/>
          <w:lang w:val="en-GB"/>
        </w:rPr>
      </w:pPr>
      <w:r w:rsidRPr="0023513B">
        <w:rPr>
          <w:sz w:val="40"/>
          <w:szCs w:val="28"/>
          <w:lang w:val="en-GB"/>
        </w:rPr>
        <w:t>A =pi *a^2 -pi *i^2</w:t>
      </w:r>
    </w:p>
    <w:p w14:paraId="21539620" w14:textId="77777777" w:rsidR="006E1133" w:rsidRPr="004B20A5" w:rsidRDefault="006E1133" w:rsidP="006E1133">
      <w:r w:rsidRPr="004B20A5">
        <w:rPr>
          <w:sz w:val="40"/>
          <w:szCs w:val="28"/>
        </w:rPr>
        <w:t>u =2pi *a +2pi *i</w:t>
      </w:r>
    </w:p>
    <w:p w14:paraId="727D294A" w14:textId="36DE1A12" w:rsidR="00C81E41" w:rsidRPr="004B20A5" w:rsidRDefault="00C81E41" w:rsidP="00C81E41">
      <w:pPr>
        <w:spacing w:after="0"/>
        <w:rPr>
          <w:noProof/>
          <w:lang w:eastAsia="de-DE"/>
        </w:rPr>
      </w:pPr>
    </w:p>
    <w:p w14:paraId="46A60261" w14:textId="019AE6C8" w:rsidR="00C81E41" w:rsidRPr="004B20A5" w:rsidRDefault="006E1133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D26D7C" wp14:editId="7560C941">
                <wp:simplePos x="0" y="0"/>
                <wp:positionH relativeFrom="column">
                  <wp:posOffset>-3283</wp:posOffset>
                </wp:positionH>
                <wp:positionV relativeFrom="paragraph">
                  <wp:posOffset>23495</wp:posOffset>
                </wp:positionV>
                <wp:extent cx="2854325" cy="2854960"/>
                <wp:effectExtent l="19050" t="19050" r="22225" b="2159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4325" cy="2854960"/>
                          <a:chOff x="0" y="0"/>
                          <a:chExt cx="2854325" cy="285496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2854325" cy="2854960"/>
                            <a:chOff x="0" y="0"/>
                            <a:chExt cx="2098675" cy="2098675"/>
                          </a:xfrm>
                        </wpg:grpSpPr>
                        <wpg:grpSp>
                          <wpg:cNvPr id="79" name="Gruppieren 79"/>
                          <wpg:cNvGrpSpPr/>
                          <wpg:grpSpPr>
                            <a:xfrm>
                              <a:off x="0" y="0"/>
                              <a:ext cx="2098675" cy="2098675"/>
                              <a:chOff x="0" y="0"/>
                              <a:chExt cx="2098675" cy="2098675"/>
                            </a:xfrm>
                          </wpg:grpSpPr>
                          <wps:wsp>
                            <wps:cNvPr id="72" name="Ellipse 72"/>
                            <wps:cNvSpPr/>
                            <wps:spPr>
                              <a:xfrm>
                                <a:off x="0" y="0"/>
                                <a:ext cx="2098675" cy="2098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Ellipse 78"/>
                            <wps:cNvSpPr/>
                            <wps:spPr>
                              <a:xfrm>
                                <a:off x="533912" y="530843"/>
                                <a:ext cx="1036955" cy="1036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1EF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248" y="165462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823EBC" w14:textId="77777777" w:rsidR="002672A1" w:rsidRDefault="002672A1" w:rsidP="002672A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46384" y="1037606"/>
                            <a:ext cx="1592429" cy="1298951"/>
                            <a:chOff x="-415616" y="86100"/>
                            <a:chExt cx="1592987" cy="1299533"/>
                          </a:xfrm>
                        </wpg:grpSpPr>
                        <wps:wsp>
                          <wps:cNvPr id="80" name="Gerade Verbindung mit Pfeil 80"/>
                          <wps:cNvCnPr/>
                          <wps:spPr>
                            <a:xfrm flipH="1">
                              <a:off x="-304942" y="452581"/>
                              <a:ext cx="1308668" cy="665321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Gerade Verbindung mit Pfeil 81"/>
                          <wps:cNvCnPr/>
                          <wps:spPr>
                            <a:xfrm flipH="1">
                              <a:off x="264391" y="443345"/>
                              <a:ext cx="733773" cy="4508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3911" y="86100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AD96ED" w14:textId="6A59961C" w:rsidR="002672A1" w:rsidRDefault="002672A1" w:rsidP="002672A1">
                                <w:pPr>
                                  <w:jc w:val="center"/>
                                </w:pPr>
                                <w: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15616" y="892238"/>
                              <a:ext cx="1117600" cy="493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83D9C4" w14:textId="655F9C6E" w:rsidR="002672A1" w:rsidRDefault="002672A1" w:rsidP="002672A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D26D7C" id="Gruppieren 44" o:spid="_x0000_s1063" style="position:absolute;margin-left:-.25pt;margin-top:1.85pt;width:224.75pt;height:224.8pt;z-index:251672576" coordsize="28543,2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">
                <v:group id="Gruppieren 41" o:spid="_x0000_s1064" style="position:absolute;width:28543;height:28549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79" o:spid="_x0000_s1065" style="position:absolute;width:20986;height:20986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Ellipse 72" o:spid="_x0000_s1066" style="position:absolute;width:20986;height:2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" fillcolor="#ffc000" strokecolor="black [3213]" strokeweight="3pt"/>
                    <v:oval id="Ellipse 78" o:spid="_x0000_s1067" style="position:absolute;left:5339;top:5308;width:10369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" fillcolor="#c1efff" strokecolor="black [3213]" strokeweight="3pt"/>
                  </v:group>
                  <v:shape id="Textfeld 2" o:spid="_x0000_s1068" type="#_x0000_t202" style="position:absolute;left:6702;top:1654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4C823EBC" w14:textId="77777777" w:rsidR="002672A1" w:rsidRDefault="002672A1" w:rsidP="002672A1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group id="Gruppieren 43" o:spid="_x0000_s1069" style="position:absolute;left:463;top:10376;width:15925;height:12989" coordorigin="-4156,861" coordsize="15929,1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0" o:spid="_x0000_s1070" type="#_x0000_t32" style="position:absolute;left:-3049;top:4525;width:13086;height:6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" strokecolor="black [3213]" strokeweight="3pt">
                    <v:stroke endarrow="block"/>
                  </v:shape>
                  <v:shape id="Gerade Verbindung mit Pfeil 81" o:spid="_x0000_s1071" type="#_x0000_t32" style="position:absolute;left:2643;top:4433;width:7338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" strokecolor="black [3213]" strokeweight="3pt">
                    <v:stroke endarrow="block"/>
                  </v:shape>
                  <v:shape id="Textfeld 2" o:spid="_x0000_s1072" type="#_x0000_t202" style="position:absolute;left:1639;top:861;width:10134;height:5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3BAD96ED" w14:textId="6A59961C" w:rsidR="002672A1" w:rsidRDefault="002672A1" w:rsidP="002672A1">
                          <w:pPr>
                            <w:jc w:val="center"/>
                          </w:pPr>
                          <w:r>
                            <w:t>i</w:t>
                          </w:r>
                        </w:p>
                      </w:txbxContent>
                    </v:textbox>
                  </v:shape>
                  <v:shape id="Textfeld 2" o:spid="_x0000_s1073" type="#_x0000_t202" style="position:absolute;left:-4156;top:8922;width:11175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0D83D9C4" w14:textId="655F9C6E" w:rsidR="002672A1" w:rsidRDefault="002672A1" w:rsidP="002672A1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9B61EE0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0ACB56D6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35CF12F4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6416F1DB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5F4948E1" w14:textId="77777777" w:rsidR="00C81E41" w:rsidRPr="004B20A5" w:rsidRDefault="00C81E41" w:rsidP="00C81E41">
      <w:pPr>
        <w:spacing w:after="0"/>
      </w:pPr>
    </w:p>
    <w:p w14:paraId="197DD647" w14:textId="1D9A51D9" w:rsidR="00C81E41" w:rsidRPr="004B20A5" w:rsidRDefault="00C81E41" w:rsidP="00C81E41"/>
    <w:p w14:paraId="4442C1B5" w14:textId="77777777" w:rsidR="006E1133" w:rsidRPr="004B20A5" w:rsidRDefault="006E1133" w:rsidP="00C81E41"/>
    <w:p w14:paraId="053C944B" w14:textId="5199FAE4" w:rsidR="002672A1" w:rsidRDefault="002672A1" w:rsidP="002672A1">
      <w:pPr>
        <w:pStyle w:val="berschrift4"/>
      </w:pPr>
      <w:bookmarkStart w:id="4" w:name="_Hlk155950550"/>
      <w:r>
        <w:t>&lt;</w:t>
      </w:r>
      <w:r w:rsidR="006E1133">
        <w:t>Bild</w:t>
      </w:r>
      <w:r>
        <w:t>&gt;</w:t>
      </w:r>
      <w:r w:rsidR="00C17806">
        <w:t xml:space="preserve"> </w:t>
      </w:r>
      <w:r>
        <w:t>Beschreibung:</w:t>
      </w:r>
    </w:p>
    <w:p w14:paraId="0011B148" w14:textId="5ACB9397" w:rsidR="002672A1" w:rsidRDefault="002672A1" w:rsidP="002672A1">
      <w:r w:rsidRPr="007E2659">
        <w:t>D</w:t>
      </w:r>
      <w:r>
        <w:t>ie Abbildung zeigt einen Kreisring mit einem Innenkreis und einem Außenkreis mit der Fläche A sowie dem Innenkreisradius i</w:t>
      </w:r>
      <w:r w:rsidR="006E1133">
        <w:t xml:space="preserve"> und dem Außenkreisradius a.</w:t>
      </w:r>
      <w:r w:rsidR="006E1133">
        <w:br/>
        <w:t>&lt;/Bild</w:t>
      </w:r>
      <w:r>
        <w:t>&gt;</w:t>
      </w:r>
    </w:p>
    <w:bookmarkEnd w:id="4"/>
    <w:p w14:paraId="41CAB4D4" w14:textId="77777777" w:rsidR="002672A1" w:rsidRPr="007E2659" w:rsidRDefault="002672A1" w:rsidP="002672A1"/>
    <w:p w14:paraId="529F9A93" w14:textId="55EB111D" w:rsidR="00C81E41" w:rsidRPr="006E1133" w:rsidRDefault="00C81E41" w:rsidP="00C81E41">
      <w:pPr>
        <w:rPr>
          <w:sz w:val="40"/>
          <w:szCs w:val="28"/>
        </w:rPr>
      </w:pPr>
      <w:r w:rsidRPr="006E1133">
        <w:rPr>
          <w:sz w:val="40"/>
          <w:szCs w:val="28"/>
        </w:rPr>
        <w:br w:type="page"/>
      </w:r>
    </w:p>
    <w:p w14:paraId="4FF9CA06" w14:textId="3286EC0A" w:rsidR="00C81E41" w:rsidRPr="009D61D2" w:rsidRDefault="00C81E41" w:rsidP="00C81E41">
      <w:pPr>
        <w:pStyle w:val="berschrift3"/>
      </w:pPr>
      <w:r w:rsidRPr="009D61D2">
        <w:lastRenderedPageBreak/>
        <w:t>Kreisausschnitt</w:t>
      </w:r>
    </w:p>
    <w:p w14:paraId="137426CC" w14:textId="77777777" w:rsidR="006E1133" w:rsidRPr="004B20A5" w:rsidRDefault="006E1133" w:rsidP="006E1133">
      <w:pPr>
        <w:rPr>
          <w:sz w:val="40"/>
          <w:szCs w:val="28"/>
        </w:rPr>
      </w:pPr>
      <w:r w:rsidRPr="004B20A5">
        <w:rPr>
          <w:sz w:val="40"/>
          <w:szCs w:val="28"/>
        </w:rPr>
        <w:t>A =</w:t>
      </w:r>
      <w:proofErr w:type="spellStart"/>
      <w:r w:rsidRPr="004B20A5">
        <w:rPr>
          <w:sz w:val="40"/>
          <w:szCs w:val="28"/>
        </w:rPr>
        <w:t>pi</w:t>
      </w:r>
      <w:proofErr w:type="spellEnd"/>
      <w:r w:rsidRPr="004B20A5">
        <w:rPr>
          <w:sz w:val="40"/>
          <w:szCs w:val="28"/>
        </w:rPr>
        <w:t xml:space="preserve"> *r^2 *</w:t>
      </w:r>
      <w:proofErr w:type="spellStart"/>
      <w:r w:rsidRPr="004B20A5">
        <w:rPr>
          <w:sz w:val="40"/>
          <w:szCs w:val="28"/>
        </w:rPr>
        <w:t>alpha</w:t>
      </w:r>
      <w:proofErr w:type="spellEnd"/>
      <w:r w:rsidRPr="004B20A5">
        <w:rPr>
          <w:sz w:val="40"/>
          <w:szCs w:val="28"/>
        </w:rPr>
        <w:t>/360°</w:t>
      </w:r>
    </w:p>
    <w:p w14:paraId="6A01220B" w14:textId="77777777" w:rsidR="006E1133" w:rsidRPr="004B20A5" w:rsidRDefault="006E1133" w:rsidP="006E1133">
      <w:pPr>
        <w:rPr>
          <w:sz w:val="40"/>
          <w:szCs w:val="28"/>
        </w:rPr>
      </w:pPr>
      <w:r w:rsidRPr="004B20A5">
        <w:rPr>
          <w:sz w:val="40"/>
          <w:szCs w:val="28"/>
        </w:rPr>
        <w:t>b =2pi *r *</w:t>
      </w:r>
      <w:proofErr w:type="spellStart"/>
      <w:r w:rsidRPr="004B20A5">
        <w:rPr>
          <w:sz w:val="40"/>
          <w:szCs w:val="28"/>
        </w:rPr>
        <w:t>alpha</w:t>
      </w:r>
      <w:proofErr w:type="spellEnd"/>
      <w:r w:rsidRPr="004B20A5">
        <w:rPr>
          <w:sz w:val="40"/>
          <w:szCs w:val="28"/>
        </w:rPr>
        <w:t>/360°</w:t>
      </w:r>
    </w:p>
    <w:p w14:paraId="675D4E00" w14:textId="0DD9FE7D" w:rsidR="00C81E41" w:rsidRPr="004B20A5" w:rsidRDefault="006E1133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4C25D107" wp14:editId="5446D74D">
                <wp:simplePos x="0" y="0"/>
                <wp:positionH relativeFrom="column">
                  <wp:posOffset>39849</wp:posOffset>
                </wp:positionH>
                <wp:positionV relativeFrom="paragraph">
                  <wp:posOffset>202170</wp:posOffset>
                </wp:positionV>
                <wp:extent cx="2771775" cy="2795905"/>
                <wp:effectExtent l="19050" t="19050" r="0" b="444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2795905"/>
                          <a:chOff x="5862" y="5862"/>
                          <a:chExt cx="2171883" cy="2191263"/>
                        </a:xfrm>
                      </wpg:grpSpPr>
                      <wps:wsp>
                        <wps:cNvPr id="85" name="Ellipse 85"/>
                        <wps:cNvSpPr/>
                        <wps:spPr>
                          <a:xfrm>
                            <a:off x="10973" y="7315"/>
                            <a:ext cx="2072005" cy="207200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Kreis 86"/>
                        <wps:cNvSpPr/>
                        <wps:spPr>
                          <a:xfrm rot="10146590">
                            <a:off x="5862" y="5862"/>
                            <a:ext cx="2081530" cy="2081530"/>
                          </a:xfrm>
                          <a:prstGeom prst="pie">
                            <a:avLst>
                              <a:gd name="adj1" fmla="val 8276334"/>
                              <a:gd name="adj2" fmla="val 16783209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5569" y="398465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F8037" w14:textId="77777777" w:rsidR="00C81E41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4675" y="1751990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6A12F" w14:textId="77777777" w:rsidR="00C81E41" w:rsidRDefault="00C81E41" w:rsidP="00C81E4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Kreis 90"/>
                        <wps:cNvSpPr/>
                        <wps:spPr>
                          <a:xfrm rot="11182825">
                            <a:off x="760781" y="764438"/>
                            <a:ext cx="559435" cy="559435"/>
                          </a:xfrm>
                          <a:prstGeom prst="pie">
                            <a:avLst>
                              <a:gd name="adj1" fmla="val 7199858"/>
                              <a:gd name="adj2" fmla="val 15747153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74383" y="923304"/>
                            <a:ext cx="55943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274CC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5D107" id="Gruppieren 94" o:spid="_x0000_s1074" style="position:absolute;margin-left:3.15pt;margin-top:15.9pt;width:218.25pt;height:220.15pt;z-index:251604992;mso-width-relative:margin;mso-height-relative:margin" coordorigin="58,58" coordsize="21718,2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">
                <v:oval id="Ellipse 85" o:spid="_x0000_s1075" style="position:absolute;left:109;top:73;width:20720;height:20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" filled="f" strokecolor="black [3213]" strokeweight="3pt">
                  <v:stroke dashstyle="3 1"/>
                </v:oval>
                <v:shape id="Kreis 86" o:spid="_x0000_s1076" style="position:absolute;left:58;top:58;width:20815;height:20815;rotation:11082782fd;visibility:visible;mso-wrap-style:square;v-text-anchor:middle" coordsize="208153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" path="m268069,1737997c-29023,1408750,-84850,927410,128994,538902,342839,150395,779378,-59934,1216484,14941l1040765,1040765,268069,1737997xe" fillcolor="#ffc000" strokecolor="black [3213]" strokeweight="3pt">
                  <v:path arrowok="t" o:connecttype="custom" o:connectlocs="268069,1737997;128994,538902;1216484,14941;1040765,1040765;268069,1737997" o:connectangles="0,0,0,0,0"/>
                </v:shape>
                <v:shape id="Textfeld 2" o:spid="_x0000_s1077" type="#_x0000_t202" style="position:absolute;left:11555;top:3984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FF8037" w14:textId="77777777" w:rsidR="00C81E41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shape id="Textfeld 2" o:spid="_x0000_s1078" type="#_x0000_t202" style="position:absolute;left:17446;top:17519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7DE6A12F" w14:textId="77777777" w:rsidR="00C81E41" w:rsidRDefault="00C81E41" w:rsidP="00C81E41">
                        <w:r>
                          <w:t>b</w:t>
                        </w:r>
                      </w:p>
                    </w:txbxContent>
                  </v:textbox>
                </v:shape>
                <v:shape id="Kreis 90" o:spid="_x0000_s1079" style="position:absolute;left:7607;top:7644;width:5595;height:5594;rotation:-11378333fd;visibility:visible;mso-wrap-style:square;v-text-anchor:middle" coordsize="559435,55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" path="m139869,521966c36123,462074,-17968,342767,5351,225266,28670,107765,124223,18157,242978,2422r36740,277296l139869,521966xe" fillcolor="white [3212]" strokecolor="black [3213]" strokeweight="3pt">
                  <v:path arrowok="t" o:connecttype="custom" o:connectlocs="139869,521966;5351,225266;242978,2422;279718,279718;139869,521966" o:connectangles="0,0,0,0,0"/>
                </v:shape>
                <v:shape id="Textfeld 2" o:spid="_x0000_s1080" type="#_x0000_t202" style="position:absolute;left:8743;top:9233;width:5595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3C274CC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018642E0" w14:textId="38E6EB34" w:rsidR="00C81E41" w:rsidRPr="004B20A5" w:rsidRDefault="00C81E41" w:rsidP="00C81E41">
      <w:pPr>
        <w:spacing w:after="0"/>
        <w:rPr>
          <w:noProof/>
          <w:lang w:eastAsia="de-DE"/>
        </w:rPr>
      </w:pPr>
    </w:p>
    <w:p w14:paraId="16C03BEE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67C7E7E9" w14:textId="77777777" w:rsidR="00C81E41" w:rsidRPr="004B20A5" w:rsidRDefault="00C81E41" w:rsidP="00C81E41">
      <w:pPr>
        <w:spacing w:after="0"/>
        <w:rPr>
          <w:noProof/>
          <w:lang w:eastAsia="de-DE"/>
        </w:rPr>
      </w:pPr>
    </w:p>
    <w:p w14:paraId="7B18C1CD" w14:textId="1805FA89" w:rsidR="00C81E41" w:rsidRPr="004B20A5" w:rsidRDefault="00C81E41" w:rsidP="00C81E41">
      <w:pPr>
        <w:spacing w:after="0"/>
        <w:rPr>
          <w:noProof/>
          <w:lang w:eastAsia="de-DE"/>
        </w:rPr>
      </w:pPr>
    </w:p>
    <w:p w14:paraId="3869163D" w14:textId="77777777" w:rsidR="00743EBA" w:rsidRPr="004B20A5" w:rsidRDefault="00743EBA" w:rsidP="00C81E41">
      <w:pPr>
        <w:spacing w:after="0"/>
        <w:rPr>
          <w:noProof/>
          <w:lang w:eastAsia="de-DE"/>
        </w:rPr>
      </w:pPr>
    </w:p>
    <w:p w14:paraId="61879390" w14:textId="77777777" w:rsidR="00C81E41" w:rsidRPr="004B20A5" w:rsidRDefault="00C81E41" w:rsidP="00C81E41">
      <w:pPr>
        <w:spacing w:after="0"/>
      </w:pPr>
    </w:p>
    <w:p w14:paraId="2934EDBB" w14:textId="77777777" w:rsidR="00C81E41" w:rsidRPr="004B20A5" w:rsidRDefault="00C81E41" w:rsidP="00C81E41">
      <w:pPr>
        <w:spacing w:after="0"/>
      </w:pPr>
    </w:p>
    <w:p w14:paraId="4D7A77C9" w14:textId="548A73DA" w:rsidR="00BF7332" w:rsidRDefault="00BF7332" w:rsidP="00BF7332">
      <w:pPr>
        <w:pStyle w:val="berschrift4"/>
      </w:pPr>
      <w:bookmarkStart w:id="5" w:name="_Hlk155950712"/>
      <w:r>
        <w:t>&lt;</w:t>
      </w:r>
      <w:r w:rsidR="006E1133">
        <w:t>Bild</w:t>
      </w:r>
      <w:r>
        <w:t>&gt;</w:t>
      </w:r>
      <w:r w:rsidR="00C17806">
        <w:t xml:space="preserve"> </w:t>
      </w:r>
      <w:r>
        <w:t>Beschreibung:</w:t>
      </w:r>
    </w:p>
    <w:p w14:paraId="6E522E29" w14:textId="3855DA50" w:rsidR="00BF7332" w:rsidRDefault="00BF7332" w:rsidP="00BF7332">
      <w:r w:rsidRPr="007E2659">
        <w:t>D</w:t>
      </w:r>
      <w:r>
        <w:t xml:space="preserve">ie Abbildung zeigt einen Kreis in dem ein Teilstück A markiert ist. In der Mitte steht </w:t>
      </w:r>
      <w:proofErr w:type="spellStart"/>
      <w:r>
        <w:t>alpha</w:t>
      </w:r>
      <w:proofErr w:type="spellEnd"/>
      <w:r>
        <w:t xml:space="preserve">, der äußere Rand ist b und r steht für </w:t>
      </w:r>
      <w:r w:rsidR="006E1133">
        <w:t>Radius.</w:t>
      </w:r>
      <w:r w:rsidR="006E1133">
        <w:br/>
        <w:t>&lt;/Bild</w:t>
      </w:r>
      <w:r>
        <w:t>&gt;</w:t>
      </w:r>
    </w:p>
    <w:bookmarkEnd w:id="5"/>
    <w:p w14:paraId="26510BEC" w14:textId="77777777" w:rsidR="00C81E41" w:rsidRPr="00DD0E89" w:rsidRDefault="00C81E41" w:rsidP="00C81E41">
      <w:pPr>
        <w:spacing w:after="0" w:line="240" w:lineRule="auto"/>
        <w:rPr>
          <w:b/>
          <w:bCs/>
          <w:iCs/>
          <w:sz w:val="48"/>
          <w:szCs w:val="28"/>
        </w:rPr>
      </w:pPr>
      <w:r w:rsidRPr="00DD0E89">
        <w:br w:type="page"/>
      </w:r>
    </w:p>
    <w:p w14:paraId="0E4318C1" w14:textId="76223D00" w:rsidR="00C81E41" w:rsidRDefault="00C81E41" w:rsidP="00C81E41">
      <w:pPr>
        <w:pStyle w:val="berschrift2"/>
      </w:pPr>
      <w:r w:rsidRPr="00603BE7">
        <w:lastRenderedPageBreak/>
        <w:t>Körperberechnungen</w:t>
      </w:r>
    </w:p>
    <w:p w14:paraId="3F196A8C" w14:textId="33CD3B88" w:rsidR="00C81E41" w:rsidRPr="004B20A5" w:rsidRDefault="00C81E41" w:rsidP="00C81E41">
      <w:pPr>
        <w:pStyle w:val="berschrift3"/>
      </w:pPr>
      <w:r w:rsidRPr="004B20A5">
        <w:t>Würfel</w:t>
      </w:r>
    </w:p>
    <w:p w14:paraId="041F0770" w14:textId="77777777" w:rsidR="00FA199B" w:rsidRPr="00950E29" w:rsidRDefault="00FA199B" w:rsidP="00FA199B">
      <w:pPr>
        <w:rPr>
          <w:lang w:val="es-ES"/>
        </w:rPr>
      </w:pPr>
      <w:r w:rsidRPr="00950E29">
        <w:rPr>
          <w:lang w:val="es-ES"/>
        </w:rPr>
        <w:t xml:space="preserve">V =a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 xml:space="preserve">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>a =a</w:t>
      </w:r>
      <w:r>
        <w:rPr>
          <w:lang w:val="es-ES"/>
        </w:rPr>
        <w:t>^3</w:t>
      </w:r>
    </w:p>
    <w:p w14:paraId="4D194CCF" w14:textId="356CF568" w:rsidR="00C81E41" w:rsidRDefault="00FA199B" w:rsidP="00FA199B">
      <w:pPr>
        <w:rPr>
          <w:noProof/>
          <w:lang w:eastAsia="de-DE"/>
        </w:rPr>
      </w:pPr>
      <w:r w:rsidRPr="00950E29">
        <w:rPr>
          <w:lang w:val="es-ES"/>
        </w:rPr>
        <w:t xml:space="preserve">O =6 </w:t>
      </w:r>
      <w:r>
        <w:rPr>
          <w:lang w:val="es-ES"/>
        </w:rPr>
        <w:t>*</w:t>
      </w:r>
      <w:r w:rsidRPr="00950E29">
        <w:rPr>
          <w:lang w:val="es-ES"/>
        </w:rPr>
        <w:t>a</w:t>
      </w:r>
      <w:r>
        <w:rPr>
          <w:lang w:val="es-ES"/>
        </w:rPr>
        <w:t>^2</w:t>
      </w:r>
    </w:p>
    <w:p w14:paraId="5EA473C5" w14:textId="1FEF1458" w:rsidR="00C81E41" w:rsidRDefault="00FA199B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62AE0A" wp14:editId="3F858D88">
                <wp:simplePos x="0" y="0"/>
                <wp:positionH relativeFrom="column">
                  <wp:posOffset>574687</wp:posOffset>
                </wp:positionH>
                <wp:positionV relativeFrom="paragraph">
                  <wp:posOffset>365341</wp:posOffset>
                </wp:positionV>
                <wp:extent cx="2474595" cy="2582359"/>
                <wp:effectExtent l="19050" t="1905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4595" cy="2582359"/>
                          <a:chOff x="0" y="0"/>
                          <a:chExt cx="2475159" cy="2582790"/>
                        </a:xfrm>
                      </wpg:grpSpPr>
                      <wps:wsp>
                        <wps:cNvPr id="8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680562" y="910299"/>
                            <a:ext cx="1794597" cy="1672491"/>
                            <a:chOff x="38802" y="-44555"/>
                            <a:chExt cx="1501229" cy="1399379"/>
                          </a:xfrm>
                        </wpg:grpSpPr>
                        <wps:wsp>
                          <wps:cNvPr id="1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86" y="-44555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077F2B" w14:textId="77777777" w:rsidR="00C81E41" w:rsidRPr="00D41BC4" w:rsidRDefault="00C81E41" w:rsidP="00C81E4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" y="100811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A64BEC" w14:textId="77777777" w:rsidR="00C81E41" w:rsidRPr="00D41BC4" w:rsidRDefault="00C81E41" w:rsidP="00C81E4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BB5228" w14:textId="77777777" w:rsidR="00C81E41" w:rsidRPr="00D41BC4" w:rsidRDefault="00C81E41" w:rsidP="00C81E4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" name="Gerader Verbinder 3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62AE0A" id="Gruppieren 29" o:spid="_x0000_s1081" style="position:absolute;margin-left:45.25pt;margin-top:28.75pt;width:194.85pt;height:203.35pt;z-index:251678720;mso-height-relative:margin" coordsize="24751,25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82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" fillcolor="yellow" strokecolor="black [3213]" strokeweight="4.5pt"/>
                <v:line id="Gerader Verbinder 21" o:spid="_x0000_s1083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" strokecolor="#c00000" strokeweight="4.5pt">
                  <v:stroke dashstyle="3 1"/>
                </v:line>
                <v:line id="Gerader Verbinder 19" o:spid="_x0000_s1084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" strokecolor="#c00000" strokeweight="4.5pt">
                  <v:stroke dashstyle="3 1"/>
                </v:line>
                <v:line id="Gerader Verbinder 20" o:spid="_x0000_s1085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" strokecolor="#c00000" strokeweight="4.5pt">
                  <v:stroke dashstyle="3 1"/>
                </v:line>
                <v:group id="Gruppieren 13" o:spid="_x0000_s1086" style="position:absolute;left:6805;top:9102;width:17946;height:16725" coordorigin="388,-445" coordsize="15012,1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feld 2" o:spid="_x0000_s1087" type="#_x0000_t202" style="position:absolute;left:6655;top:-445;width:3353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26077F2B" w14:textId="77777777" w:rsidR="00C81E41" w:rsidRPr="00D41BC4" w:rsidRDefault="00C81E41" w:rsidP="00C81E4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8" type="#_x0000_t202" style="position:absolute;left:388;top:10081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08A64BEC" w14:textId="77777777" w:rsidR="00C81E41" w:rsidRPr="00D41BC4" w:rsidRDefault="00C81E41" w:rsidP="00C81E4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9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6EBB5228" w14:textId="77777777" w:rsidR="00C81E41" w:rsidRPr="00D41BC4" w:rsidRDefault="00C81E41" w:rsidP="00C81E4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3" o:spid="_x0000_s1090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" strokecolor="black [3213]" strokeweight="4.5pt"/>
                <v:line id="Gerader Verbinder 28" o:spid="_x0000_s1091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" strokecolor="black [3213]" strokeweight="4.5pt"/>
              </v:group>
            </w:pict>
          </mc:Fallback>
        </mc:AlternateContent>
      </w:r>
    </w:p>
    <w:p w14:paraId="65FA2CD9" w14:textId="2023FEB4" w:rsidR="00C81E41" w:rsidRDefault="00C81E41" w:rsidP="00C81E41">
      <w:pPr>
        <w:rPr>
          <w:noProof/>
          <w:lang w:eastAsia="de-DE"/>
        </w:rPr>
      </w:pPr>
    </w:p>
    <w:p w14:paraId="49976A55" w14:textId="7E357E68" w:rsidR="00C81E41" w:rsidRPr="00603BE7" w:rsidRDefault="00C81E41" w:rsidP="00C81E41"/>
    <w:p w14:paraId="50D70F20" w14:textId="77777777" w:rsidR="00C81E41" w:rsidRPr="00603BE7" w:rsidRDefault="00C81E41" w:rsidP="00C81E41"/>
    <w:p w14:paraId="656C2D11" w14:textId="77777777" w:rsidR="00C81E41" w:rsidRDefault="00C81E41" w:rsidP="00C81E41">
      <w:pPr>
        <w:rPr>
          <w:lang w:val="es-ES"/>
        </w:rPr>
      </w:pPr>
    </w:p>
    <w:p w14:paraId="00617BBC" w14:textId="3ADCB75A" w:rsidR="00BF7332" w:rsidRPr="00950E29" w:rsidRDefault="00BF7332" w:rsidP="00BF7332">
      <w:pPr>
        <w:rPr>
          <w:lang w:val="es-ES"/>
        </w:rPr>
      </w:pPr>
    </w:p>
    <w:p w14:paraId="7C939A53" w14:textId="77777777" w:rsidR="00C81E41" w:rsidRDefault="00C81E41" w:rsidP="00C81E41">
      <w:pPr>
        <w:rPr>
          <w:lang w:val="es-ES"/>
        </w:rPr>
      </w:pPr>
    </w:p>
    <w:p w14:paraId="459456BE" w14:textId="201A918F" w:rsidR="00C81E41" w:rsidRDefault="00C81E41" w:rsidP="00C81E41">
      <w:pPr>
        <w:pStyle w:val="berschrift4"/>
        <w:rPr>
          <w:lang w:val="es-ES"/>
        </w:rPr>
      </w:pPr>
      <w:bookmarkStart w:id="6" w:name="_Hlk155941074"/>
      <w:r>
        <w:rPr>
          <w:lang w:val="es-ES"/>
        </w:rPr>
        <w:t>&lt;</w:t>
      </w:r>
      <w:r w:rsidR="00FA199B">
        <w:rPr>
          <w:lang w:val="es-ES"/>
        </w:rPr>
        <w:t>Bild</w:t>
      </w:r>
      <w:r>
        <w:rPr>
          <w:lang w:val="es-ES"/>
        </w:rPr>
        <w:t>&gt;</w:t>
      </w:r>
      <w:r w:rsidR="00C17806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6835D845" w14:textId="49A0DF82" w:rsidR="00C81E41" w:rsidRPr="00950E29" w:rsidRDefault="00E95A4A" w:rsidP="00C81E41">
      <w:pPr>
        <w:rPr>
          <w:lang w:val="es-ES"/>
        </w:rPr>
      </w:pPr>
      <w:r w:rsidRPr="00E95A4A">
        <w:rPr>
          <w:lang w:val="es-ES"/>
        </w:rPr>
        <w:t xml:space="preserve">Die Abbildung zeigt das Bild eines sechsseitigen Würfels. </w:t>
      </w:r>
      <w:bookmarkStart w:id="7" w:name="_Hlk155940289"/>
      <w:r w:rsidRPr="00E95A4A">
        <w:rPr>
          <w:lang w:val="es-ES"/>
        </w:rPr>
        <w:t>Die Länge, Breite und Höhe ist die Strecke a.</w:t>
      </w:r>
      <w:bookmarkEnd w:id="7"/>
      <w:r w:rsidR="00C81E41">
        <w:rPr>
          <w:lang w:val="es-ES"/>
        </w:rPr>
        <w:br/>
        <w:t>&lt;/</w:t>
      </w:r>
      <w:r w:rsidR="00FA199B">
        <w:rPr>
          <w:lang w:val="es-ES"/>
        </w:rPr>
        <w:t>Bild</w:t>
      </w:r>
      <w:r w:rsidR="00C81E41">
        <w:rPr>
          <w:lang w:val="es-ES"/>
        </w:rPr>
        <w:t>&gt;</w:t>
      </w:r>
      <w:r w:rsidR="00743EBA">
        <w:rPr>
          <w:lang w:val="es-ES"/>
        </w:rPr>
        <w:t xml:space="preserve"> </w:t>
      </w:r>
    </w:p>
    <w:bookmarkEnd w:id="6"/>
    <w:p w14:paraId="74B6AFF2" w14:textId="77777777" w:rsidR="00C81E41" w:rsidRDefault="00C81E41" w:rsidP="00C81E41">
      <w:pPr>
        <w:spacing w:after="0" w:line="240" w:lineRule="auto"/>
        <w:rPr>
          <w:b/>
          <w:bCs/>
          <w:sz w:val="40"/>
          <w:szCs w:val="26"/>
          <w:lang w:val="es-ES"/>
        </w:rPr>
      </w:pPr>
      <w:r>
        <w:rPr>
          <w:lang w:val="es-ES"/>
        </w:rPr>
        <w:br w:type="page"/>
      </w:r>
    </w:p>
    <w:p w14:paraId="1F88D1CC" w14:textId="77777777" w:rsidR="00C81E41" w:rsidRPr="00950E29" w:rsidRDefault="00C81E41" w:rsidP="00C81E41">
      <w:pPr>
        <w:pStyle w:val="berschrift3"/>
        <w:rPr>
          <w:lang w:val="es-ES"/>
        </w:rPr>
      </w:pPr>
      <w:r w:rsidRPr="00950E29">
        <w:rPr>
          <w:lang w:val="es-ES"/>
        </w:rPr>
        <w:lastRenderedPageBreak/>
        <w:t>Quader</w:t>
      </w:r>
    </w:p>
    <w:p w14:paraId="309BA0CA" w14:textId="77777777" w:rsidR="00FA199B" w:rsidRPr="009D61D2" w:rsidRDefault="00FA199B" w:rsidP="00FA199B">
      <w:pPr>
        <w:rPr>
          <w:lang w:val="es-ES_tradnl"/>
        </w:rPr>
      </w:pPr>
      <w:r w:rsidRPr="009D61D2">
        <w:rPr>
          <w:lang w:val="es-ES_tradnl"/>
        </w:rPr>
        <w:t xml:space="preserve">V =a </w:t>
      </w:r>
      <w:r>
        <w:rPr>
          <w:lang w:val="es-ES_tradnl"/>
        </w:rPr>
        <w:t>*</w:t>
      </w:r>
      <w:r w:rsidRPr="009D61D2">
        <w:rPr>
          <w:lang w:val="es-ES_tradnl"/>
        </w:rPr>
        <w:t xml:space="preserve">b </w:t>
      </w:r>
      <w:r>
        <w:rPr>
          <w:lang w:val="es-ES_tradnl"/>
        </w:rPr>
        <w:t>*</w:t>
      </w:r>
      <w:r w:rsidRPr="009D61D2">
        <w:rPr>
          <w:lang w:val="es-ES_tradnl"/>
        </w:rPr>
        <w:t>c</w:t>
      </w:r>
    </w:p>
    <w:p w14:paraId="5D743ABA" w14:textId="77777777" w:rsidR="00FA199B" w:rsidRDefault="00FA199B" w:rsidP="00FA199B">
      <w:pPr>
        <w:rPr>
          <w:lang w:val="es-ES_tradnl"/>
        </w:rPr>
      </w:pPr>
      <w:r w:rsidRPr="009D61D2">
        <w:rPr>
          <w:lang w:val="es-ES_tradnl"/>
        </w:rPr>
        <w:t xml:space="preserve">O =2 </w:t>
      </w:r>
      <w:r>
        <w:rPr>
          <w:lang w:val="es-ES_tradnl"/>
        </w:rPr>
        <w:t>*</w:t>
      </w:r>
      <w:r w:rsidRPr="009D61D2">
        <w:rPr>
          <w:lang w:val="es-ES_tradnl"/>
        </w:rPr>
        <w:t xml:space="preserve">ab +2 </w:t>
      </w:r>
      <w:r>
        <w:rPr>
          <w:lang w:val="es-ES_tradnl"/>
        </w:rPr>
        <w:t>*</w:t>
      </w:r>
      <w:r w:rsidRPr="009D61D2">
        <w:rPr>
          <w:lang w:val="es-ES_tradnl"/>
        </w:rPr>
        <w:t xml:space="preserve">ac +2 </w:t>
      </w:r>
      <w:r>
        <w:rPr>
          <w:lang w:val="es-ES_tradnl"/>
        </w:rPr>
        <w:t>*</w:t>
      </w:r>
      <w:r w:rsidRPr="009D61D2">
        <w:rPr>
          <w:lang w:val="es-ES_tradnl"/>
        </w:rPr>
        <w:t>bc</w:t>
      </w:r>
    </w:p>
    <w:p w14:paraId="2778A0CB" w14:textId="4D7F963E" w:rsidR="00C81E41" w:rsidRPr="00A72E99" w:rsidRDefault="00FA199B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0DBC899" wp14:editId="7FE562E7">
                <wp:simplePos x="0" y="0"/>
                <wp:positionH relativeFrom="margin">
                  <wp:posOffset>13970</wp:posOffset>
                </wp:positionH>
                <wp:positionV relativeFrom="paragraph">
                  <wp:posOffset>246668</wp:posOffset>
                </wp:positionV>
                <wp:extent cx="3516672" cy="2352675"/>
                <wp:effectExtent l="19050" t="19050" r="0" b="0"/>
                <wp:wrapNone/>
                <wp:docPr id="844138889" name="Gruppieren 844138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6672" cy="2352675"/>
                          <a:chOff x="0" y="0"/>
                          <a:chExt cx="3516718" cy="2352708"/>
                        </a:xfrm>
                      </wpg:grpSpPr>
                      <wps:wsp>
                        <wps:cNvPr id="1649431105" name="Würfel 23"/>
                        <wps:cNvSpPr/>
                        <wps:spPr>
                          <a:xfrm>
                            <a:off x="0" y="0"/>
                            <a:ext cx="3044190" cy="1897380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853372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1491540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6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0642" y="504632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221ED" w14:textId="77777777" w:rsidR="00C81E41" w:rsidRPr="00D41BC4" w:rsidRDefault="00C81E41" w:rsidP="00C81E4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83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94068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4BB5EE" w14:textId="77777777" w:rsidR="00C81E41" w:rsidRPr="00D41BC4" w:rsidRDefault="00C81E41" w:rsidP="00C81E4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22780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686657" y="1569664"/>
                            <a:ext cx="398621" cy="37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8F266E" w14:textId="77777777" w:rsidR="00C81E41" w:rsidRPr="00D41BC4" w:rsidRDefault="00C81E41" w:rsidP="00C81E4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Gerader Verbinder 45"/>
                        <wps:cNvCnPr/>
                        <wps:spPr>
                          <a:xfrm>
                            <a:off x="448146" y="642368"/>
                            <a:ext cx="55435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Gerader Verbinder 46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BC899" id="Gruppieren 844138889" o:spid="_x0000_s1092" style="position:absolute;margin-left:1.1pt;margin-top:19.4pt;width:276.9pt;height:185.25pt;z-index:251682816;mso-position-horizontal-relative:margin;mso-width-relative:margin" coordsize="35167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">
                <v:shape id="Würfel 23" o:spid="_x0000_s1093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" adj="7239" fillcolor="yellow" strokecolor="black [3213]" strokeweight="4.5pt"/>
                <v:line id="Gerader Verbinder 25" o:spid="_x0000_s1094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" strokecolor="#c00000" strokeweight="4.5pt">
                  <v:stroke dashstyle="3 1"/>
                </v:line>
                <v:line id="Gerader Verbinder 26" o:spid="_x0000_s1095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" strokecolor="#c00000" strokeweight="4.5pt">
                  <v:stroke dashstyle="3 1"/>
                </v:line>
                <v:shape id="Textfeld 2" o:spid="_x0000_s1096" type="#_x0000_t202" style="position:absolute;left:31106;top:5046;width:4061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" filled="f" stroked="f">
                  <v:textbox>
                    <w:txbxContent>
                      <w:p w14:paraId="50C221ED" w14:textId="77777777" w:rsidR="00C81E41" w:rsidRPr="00D41BC4" w:rsidRDefault="00C81E41" w:rsidP="00C81E4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97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" strokecolor="#c00000" strokeweight="4.5pt">
                  <v:stroke dashstyle="3 1"/>
                </v:line>
                <v:shape id="Textfeld 2" o:spid="_x0000_s1098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" filled="f" stroked="f">
                  <v:textbox>
                    <w:txbxContent>
                      <w:p w14:paraId="234BB5EE" w14:textId="77777777" w:rsidR="00C81E41" w:rsidRPr="00D41BC4" w:rsidRDefault="00C81E41" w:rsidP="00C81E4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9" type="#_x0000_t202" style="position:absolute;left:26866;top:15696;width:3986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" filled="f" stroked="f">
                  <v:textbox>
                    <w:txbxContent>
                      <w:p w14:paraId="2A8F266E" w14:textId="77777777" w:rsidR="00C81E41" w:rsidRPr="00D41BC4" w:rsidRDefault="00C81E41" w:rsidP="00C81E4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45" o:spid="_x0000_s1100" style="position:absolute;visibility:visible;mso-wrap-style:square" from="4481,6423" to="10025,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" strokecolor="black [3213]" strokeweight="4.5pt"/>
                <v:line id="Gerader Verbinder 46" o:spid="_x0000_s1101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" strokecolor="black [3213]" strokeweight="4.5pt"/>
                <w10:wrap anchorx="margin"/>
              </v:group>
            </w:pict>
          </mc:Fallback>
        </mc:AlternateContent>
      </w:r>
    </w:p>
    <w:p w14:paraId="59BD44FD" w14:textId="1434F12E" w:rsidR="00C81E41" w:rsidRPr="00A72E99" w:rsidRDefault="00C81E41" w:rsidP="00C81E41">
      <w:pPr>
        <w:rPr>
          <w:noProof/>
          <w:lang w:val="en-GB" w:eastAsia="de-DE"/>
        </w:rPr>
      </w:pPr>
    </w:p>
    <w:p w14:paraId="4D0C956C" w14:textId="6F711037" w:rsidR="00C81E41" w:rsidRPr="00A72E99" w:rsidRDefault="00C81E41" w:rsidP="00C81E41">
      <w:pPr>
        <w:rPr>
          <w:noProof/>
          <w:lang w:val="en-GB" w:eastAsia="de-DE"/>
        </w:rPr>
      </w:pPr>
    </w:p>
    <w:p w14:paraId="76CD1F35" w14:textId="3E6CE58F" w:rsidR="00C81E41" w:rsidRPr="00A72E99" w:rsidRDefault="00C81E41" w:rsidP="00C81E41">
      <w:pPr>
        <w:rPr>
          <w:noProof/>
          <w:lang w:val="en-GB" w:eastAsia="de-DE"/>
        </w:rPr>
      </w:pPr>
    </w:p>
    <w:p w14:paraId="36331F54" w14:textId="77777777" w:rsidR="00C81E41" w:rsidRPr="009D61D2" w:rsidRDefault="00C81E41" w:rsidP="00C81E41">
      <w:pPr>
        <w:rPr>
          <w:lang w:val="es-ES_tradnl"/>
        </w:rPr>
      </w:pPr>
    </w:p>
    <w:p w14:paraId="6ACDBA98" w14:textId="77777777" w:rsidR="00C81E41" w:rsidRDefault="00C81E41" w:rsidP="00C81E41">
      <w:pPr>
        <w:rPr>
          <w:lang w:val="es-ES_tradnl"/>
        </w:rPr>
      </w:pPr>
    </w:p>
    <w:p w14:paraId="717C475C" w14:textId="0D261D3F" w:rsidR="00C81E41" w:rsidRDefault="00C81E41" w:rsidP="00C81E41">
      <w:pPr>
        <w:pStyle w:val="berschrift4"/>
        <w:rPr>
          <w:lang w:val="es-ES"/>
        </w:rPr>
      </w:pPr>
      <w:bookmarkStart w:id="8" w:name="_Hlk155941127"/>
      <w:r>
        <w:rPr>
          <w:lang w:val="es-ES"/>
        </w:rPr>
        <w:t>&lt;</w:t>
      </w:r>
      <w:r w:rsidR="00FA199B">
        <w:rPr>
          <w:lang w:val="es-ES"/>
        </w:rPr>
        <w:t>Bild</w:t>
      </w:r>
      <w:r>
        <w:rPr>
          <w:lang w:val="es-ES"/>
        </w:rPr>
        <w:t>&gt;</w:t>
      </w:r>
      <w:r w:rsidR="00C17806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47CA9539" w14:textId="7A14F5BA" w:rsidR="00C81E41" w:rsidRDefault="00E95A4A" w:rsidP="00C81E41">
      <w:pPr>
        <w:rPr>
          <w:lang w:val="es-ES"/>
        </w:rPr>
      </w:pPr>
      <w:r w:rsidRPr="00E95A4A">
        <w:rPr>
          <w:lang w:val="es-ES"/>
        </w:rPr>
        <w:t>Die Abbildung zeigt das Bild eines sechsseitigen Quaders mit der Länge a, Tiefe b und Höhe c.</w:t>
      </w:r>
      <w:r w:rsidR="00C81E41">
        <w:rPr>
          <w:lang w:val="es-ES"/>
        </w:rPr>
        <w:br/>
        <w:t>&lt;/</w:t>
      </w:r>
      <w:r w:rsidR="00FA199B">
        <w:rPr>
          <w:lang w:val="es-ES"/>
        </w:rPr>
        <w:t>Bild</w:t>
      </w:r>
      <w:r w:rsidR="00C81E41">
        <w:rPr>
          <w:lang w:val="es-ES"/>
        </w:rPr>
        <w:t>&gt;</w:t>
      </w:r>
    </w:p>
    <w:bookmarkEnd w:id="8"/>
    <w:p w14:paraId="39338D7F" w14:textId="58B1F7C4" w:rsidR="00C81E41" w:rsidRDefault="00C81E41" w:rsidP="00C81E41">
      <w:pPr>
        <w:tabs>
          <w:tab w:val="center" w:pos="4677"/>
        </w:tabs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09C80E3E" w14:textId="5F9A170E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lastRenderedPageBreak/>
        <w:t>Prisma</w:t>
      </w:r>
    </w:p>
    <w:p w14:paraId="649E9AB8" w14:textId="77777777" w:rsidR="00FA199B" w:rsidRPr="009D61D2" w:rsidRDefault="00FA199B" w:rsidP="00FA199B">
      <w:pPr>
        <w:rPr>
          <w:lang w:val="es-ES_tradnl"/>
        </w:rPr>
      </w:pPr>
      <w:r w:rsidRPr="009D61D2">
        <w:rPr>
          <w:lang w:val="es-ES_tradnl"/>
        </w:rPr>
        <w:t xml:space="preserve">V =G </w:t>
      </w:r>
      <w:r>
        <w:rPr>
          <w:lang w:val="es-ES_tradnl"/>
        </w:rPr>
        <w:t>*k</w:t>
      </w:r>
    </w:p>
    <w:p w14:paraId="33A27563" w14:textId="77777777" w:rsidR="00FA199B" w:rsidRPr="009D61D2" w:rsidRDefault="00FA199B" w:rsidP="00FA199B">
      <w:pPr>
        <w:rPr>
          <w:lang w:val="es-ES_tradnl"/>
        </w:rPr>
      </w:pPr>
      <w:r w:rsidRPr="009D61D2">
        <w:rPr>
          <w:lang w:val="es-ES_tradnl"/>
        </w:rPr>
        <w:t xml:space="preserve">M =u </w:t>
      </w:r>
      <w:r>
        <w:rPr>
          <w:b/>
          <w:szCs w:val="24"/>
          <w:lang w:val="es-ES_tradnl"/>
        </w:rPr>
        <w:t>*</w:t>
      </w:r>
      <w:r>
        <w:rPr>
          <w:lang w:val="es-ES_tradnl"/>
        </w:rPr>
        <w:t>k</w:t>
      </w:r>
    </w:p>
    <w:p w14:paraId="7A7E2A0F" w14:textId="77777777" w:rsidR="00FA199B" w:rsidRDefault="00FA199B" w:rsidP="00FA199B">
      <w:pPr>
        <w:rPr>
          <w:lang w:val="es-ES_tradnl"/>
        </w:rPr>
      </w:pPr>
      <w:r w:rsidRPr="009D61D2">
        <w:rPr>
          <w:lang w:val="es-ES_tradnl"/>
        </w:rPr>
        <w:t xml:space="preserve">O =2 </w:t>
      </w:r>
      <w:r>
        <w:rPr>
          <w:lang w:val="es-ES_tradnl"/>
        </w:rPr>
        <w:t>*</w:t>
      </w:r>
      <w:r w:rsidRPr="009D61D2">
        <w:rPr>
          <w:lang w:val="es-ES_tradnl"/>
        </w:rPr>
        <w:t>G +M</w:t>
      </w:r>
    </w:p>
    <w:p w14:paraId="5AD7107A" w14:textId="35736EF8" w:rsidR="00C81E41" w:rsidRDefault="00FA199B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1EFE7C4" wp14:editId="5624F541">
                <wp:simplePos x="0" y="0"/>
                <wp:positionH relativeFrom="column">
                  <wp:posOffset>77580</wp:posOffset>
                </wp:positionH>
                <wp:positionV relativeFrom="paragraph">
                  <wp:posOffset>158170</wp:posOffset>
                </wp:positionV>
                <wp:extent cx="2442845" cy="2113280"/>
                <wp:effectExtent l="19050" t="19050" r="33655" b="1270"/>
                <wp:wrapNone/>
                <wp:docPr id="266633059" name="Gruppieren 266633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113280"/>
                          <a:chOff x="0" y="0"/>
                          <a:chExt cx="2442845" cy="2113890"/>
                        </a:xfrm>
                      </wpg:grpSpPr>
                      <wps:wsp>
                        <wps:cNvPr id="1865801614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962468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6481117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527049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4082819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9C6461" w14:textId="77777777" w:rsidR="00C81E41" w:rsidRPr="00D41BC4" w:rsidRDefault="00C81E41" w:rsidP="00C81E41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21580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4" y="735482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C3AA91" w14:textId="30889974" w:rsidR="00C81E41" w:rsidRPr="00D41BC4" w:rsidRDefault="000E4BED" w:rsidP="00C81E41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5" name="Gerader Verbinder 844138905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FE7C4" id="Gruppieren 266633059" o:spid="_x0000_s1102" style="position:absolute;margin-left:6.1pt;margin-top:12.45pt;width:192.35pt;height:166.4pt;z-index:251684864" coordsize="24428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">
                <v:rect id="Rechteck 39" o:spid="_x0000_s1103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" fillcolor="yellow" strokecolor="black [3213]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104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" adj="14724" fillcolor="yellow" strokecolor="black [3213]" strokeweight="4.5pt"/>
                <v:line id="Gerader Verbinder 40" o:spid="_x0000_s1105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" strokecolor="#c00000" strokeweight="4.5pt">
                  <v:stroke dashstyle="3 1"/>
                </v:line>
                <v:line id="Gerader Verbinder 41" o:spid="_x0000_s1106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" strokecolor="#c00000" strokeweight="4.5pt">
                  <v:stroke dashstyle="3 1"/>
                </v:line>
                <v:line id="Gerader Verbinder 42" o:spid="_x0000_s1107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" strokecolor="#c00000" strokeweight="4.5pt">
                  <v:stroke dashstyle="3 1"/>
                </v:line>
                <v:shape id="Textfeld 2" o:spid="_x0000_s1108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" filled="f" stroked="f">
                  <v:textbox>
                    <w:txbxContent>
                      <w:p w14:paraId="429C6461" w14:textId="77777777" w:rsidR="00C81E41" w:rsidRPr="00D41BC4" w:rsidRDefault="00C81E41" w:rsidP="00C81E41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9" type="#_x0000_t202" style="position:absolute;left:16697;top:7354;width:5918;height: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" filled="f" stroked="f">
                  <v:textbox>
                    <w:txbxContent>
                      <w:p w14:paraId="04C3AA91" w14:textId="30889974" w:rsidR="00C81E41" w:rsidRPr="00D41BC4" w:rsidRDefault="000E4BED" w:rsidP="00C81E41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k</w:t>
                        </w:r>
                      </w:p>
                    </w:txbxContent>
                  </v:textbox>
                </v:shape>
                <v:line id="Gerader Verbinder 844138905" o:spid="_x0000_s1110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" strokecolor="black [3213]" strokeweight="4.5pt"/>
              </v:group>
            </w:pict>
          </mc:Fallback>
        </mc:AlternateContent>
      </w:r>
    </w:p>
    <w:p w14:paraId="71B9BE38" w14:textId="77777777" w:rsidR="00FA199B" w:rsidRDefault="00FA199B" w:rsidP="00C81E41">
      <w:pPr>
        <w:rPr>
          <w:noProof/>
          <w:lang w:eastAsia="de-DE"/>
        </w:rPr>
      </w:pPr>
    </w:p>
    <w:p w14:paraId="079FFBC1" w14:textId="587D8FA2" w:rsidR="00C81E41" w:rsidRDefault="00C81E41" w:rsidP="00C81E41">
      <w:pPr>
        <w:rPr>
          <w:noProof/>
          <w:lang w:eastAsia="de-DE"/>
        </w:rPr>
      </w:pPr>
    </w:p>
    <w:p w14:paraId="1F89D004" w14:textId="220F4316" w:rsidR="00C81E41" w:rsidRDefault="00C81E41" w:rsidP="00C81E41">
      <w:pPr>
        <w:rPr>
          <w:noProof/>
          <w:lang w:eastAsia="de-DE"/>
        </w:rPr>
      </w:pPr>
    </w:p>
    <w:p w14:paraId="04FDE613" w14:textId="11F761CC" w:rsidR="00C81E41" w:rsidRDefault="00C81E41" w:rsidP="00C81E41">
      <w:pPr>
        <w:rPr>
          <w:noProof/>
          <w:lang w:eastAsia="de-DE"/>
        </w:rPr>
      </w:pPr>
    </w:p>
    <w:p w14:paraId="032027EE" w14:textId="77777777" w:rsidR="00C81E41" w:rsidRDefault="00C81E41" w:rsidP="00C81E41">
      <w:pPr>
        <w:rPr>
          <w:lang w:val="es-ES_tradnl"/>
        </w:rPr>
      </w:pPr>
    </w:p>
    <w:p w14:paraId="03A88E56" w14:textId="479BD38D" w:rsidR="00C81E41" w:rsidRDefault="00C81E41" w:rsidP="00C81E41">
      <w:pPr>
        <w:pStyle w:val="berschrift4"/>
        <w:rPr>
          <w:lang w:val="es-ES"/>
        </w:rPr>
      </w:pPr>
      <w:bookmarkStart w:id="9" w:name="_Hlk155941803"/>
      <w:r>
        <w:rPr>
          <w:lang w:val="es-ES"/>
        </w:rPr>
        <w:t>&lt;</w:t>
      </w:r>
      <w:r w:rsidR="00FA199B">
        <w:rPr>
          <w:lang w:val="es-ES"/>
        </w:rPr>
        <w:t>Bild</w:t>
      </w:r>
      <w:r>
        <w:rPr>
          <w:lang w:val="es-ES"/>
        </w:rPr>
        <w:t>&gt;</w:t>
      </w:r>
      <w:r w:rsidR="00C17806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7469278C" w14:textId="1469EC79" w:rsidR="00C81E41" w:rsidRDefault="00E95A4A" w:rsidP="00C81E41">
      <w:pPr>
        <w:rPr>
          <w:lang w:val="es-ES"/>
        </w:rPr>
      </w:pPr>
      <w:r w:rsidRPr="00E95A4A">
        <w:rPr>
          <w:lang w:val="es-ES"/>
        </w:rPr>
        <w:t>Die Abbildung zeigt ein Prisma mit der dreieckigen Grundfläche G und der Körperhöhe</w:t>
      </w:r>
      <w:r>
        <w:rPr>
          <w:lang w:val="es-ES"/>
        </w:rPr>
        <w:t xml:space="preserve"> k</w:t>
      </w:r>
      <w:r w:rsidR="00C81E41">
        <w:rPr>
          <w:lang w:val="es-ES"/>
        </w:rPr>
        <w:t>.</w:t>
      </w:r>
      <w:r w:rsidR="00C81E41">
        <w:rPr>
          <w:lang w:val="es-ES"/>
        </w:rPr>
        <w:br/>
        <w:t>&lt;/</w:t>
      </w:r>
      <w:r w:rsidR="00FA199B">
        <w:rPr>
          <w:lang w:val="es-ES"/>
        </w:rPr>
        <w:t>Bild</w:t>
      </w:r>
      <w:r w:rsidR="00C81E41">
        <w:rPr>
          <w:lang w:val="es-ES"/>
        </w:rPr>
        <w:t>&gt;</w:t>
      </w:r>
    </w:p>
    <w:bookmarkEnd w:id="9"/>
    <w:p w14:paraId="011F2070" w14:textId="77777777" w:rsidR="00C81E41" w:rsidRDefault="00C81E41" w:rsidP="00C81E41">
      <w:pPr>
        <w:rPr>
          <w:lang w:val="es-ES_tradnl"/>
        </w:rPr>
      </w:pPr>
    </w:p>
    <w:p w14:paraId="222C1353" w14:textId="77777777" w:rsidR="00C81E41" w:rsidRDefault="00C81E41" w:rsidP="00C81E41">
      <w:pPr>
        <w:rPr>
          <w:lang w:val="es-ES_tradnl"/>
        </w:rPr>
      </w:pPr>
      <w:r>
        <w:rPr>
          <w:lang w:val="es-ES_tradnl"/>
        </w:rPr>
        <w:br w:type="page"/>
      </w:r>
    </w:p>
    <w:p w14:paraId="0FEE1832" w14:textId="77777777" w:rsidR="00C81E41" w:rsidRPr="009D61D2" w:rsidRDefault="00C81E41" w:rsidP="00C81E41">
      <w:pPr>
        <w:pStyle w:val="berschrift3"/>
      </w:pPr>
      <w:r w:rsidRPr="009D61D2">
        <w:lastRenderedPageBreak/>
        <w:t>Zylinder</w:t>
      </w:r>
    </w:p>
    <w:p w14:paraId="41C30FA9" w14:textId="77777777" w:rsidR="00833358" w:rsidRPr="009D61D2" w:rsidRDefault="00833358" w:rsidP="00833358">
      <w:pPr>
        <w:rPr>
          <w:szCs w:val="24"/>
          <w:vertAlign w:val="subscript"/>
        </w:rPr>
      </w:pPr>
      <w:r w:rsidRPr="009D61D2">
        <w:t xml:space="preserve">V =G </w:t>
      </w:r>
      <w:r>
        <w:t>*</w:t>
      </w:r>
      <w:r>
        <w:rPr>
          <w:szCs w:val="24"/>
        </w:rPr>
        <w:t>k</w:t>
      </w:r>
    </w:p>
    <w:p w14:paraId="733C8C86" w14:textId="77777777" w:rsidR="00833358" w:rsidRPr="009D61D2" w:rsidRDefault="00833358" w:rsidP="00833358">
      <w:r w:rsidRPr="009D61D2">
        <w:t>oder</w:t>
      </w:r>
    </w:p>
    <w:p w14:paraId="74E7F17B" w14:textId="77777777" w:rsidR="00833358" w:rsidRPr="009D61D2" w:rsidRDefault="00833358" w:rsidP="00833358">
      <w:pPr>
        <w:spacing w:after="0"/>
        <w:rPr>
          <w:szCs w:val="24"/>
        </w:rPr>
      </w:pPr>
      <w:r w:rsidRPr="009D61D2">
        <w:t>V =</w:t>
      </w:r>
      <w:proofErr w:type="spellStart"/>
      <w:r>
        <w:t>pi</w:t>
      </w:r>
      <w:proofErr w:type="spellEnd"/>
      <w:r>
        <w:t xml:space="preserve"> *r^2 *k</w:t>
      </w:r>
    </w:p>
    <w:p w14:paraId="0127DED1" w14:textId="77777777" w:rsidR="00833358" w:rsidRPr="009D61D2" w:rsidRDefault="00833358" w:rsidP="00833358"/>
    <w:p w14:paraId="719BB763" w14:textId="77777777" w:rsidR="00833358" w:rsidRPr="004210F5" w:rsidRDefault="00833358" w:rsidP="00833358">
      <w:r w:rsidRPr="004210F5">
        <w:t xml:space="preserve">O =2 </w:t>
      </w:r>
      <w:r>
        <w:t>*</w:t>
      </w:r>
      <w:r w:rsidRPr="004210F5">
        <w:t>G +M</w:t>
      </w:r>
    </w:p>
    <w:p w14:paraId="7DD74B65" w14:textId="77777777" w:rsidR="00833358" w:rsidRPr="004210F5" w:rsidRDefault="00833358" w:rsidP="00833358">
      <w:r w:rsidRPr="004210F5">
        <w:t>oder</w:t>
      </w:r>
    </w:p>
    <w:p w14:paraId="477465CA" w14:textId="77777777" w:rsidR="00833358" w:rsidRPr="004210F5" w:rsidRDefault="00833358" w:rsidP="00833358">
      <w:bookmarkStart w:id="10" w:name="_Hlk155941878"/>
      <w:r w:rsidRPr="004210F5">
        <w:t xml:space="preserve">O =2 </w:t>
      </w:r>
      <w:r>
        <w:t>*</w:t>
      </w:r>
      <w:proofErr w:type="spellStart"/>
      <w:r>
        <w:t>pi</w:t>
      </w:r>
      <w:proofErr w:type="spellEnd"/>
      <w:r>
        <w:t xml:space="preserve"> *</w:t>
      </w:r>
      <w:r w:rsidRPr="004210F5">
        <w:rPr>
          <w:szCs w:val="24"/>
        </w:rPr>
        <w:t>r</w:t>
      </w:r>
      <w:r>
        <w:rPr>
          <w:szCs w:val="24"/>
        </w:rPr>
        <w:t>^2</w:t>
      </w:r>
      <w:r w:rsidRPr="004210F5">
        <w:rPr>
          <w:szCs w:val="24"/>
        </w:rPr>
        <w:t xml:space="preserve"> +2</w:t>
      </w:r>
      <w:r>
        <w:rPr>
          <w:szCs w:val="24"/>
        </w:rPr>
        <w:t>pi</w:t>
      </w:r>
      <w:r w:rsidRPr="004210F5">
        <w:rPr>
          <w:szCs w:val="24"/>
        </w:rPr>
        <w:t xml:space="preserve"> r </w:t>
      </w:r>
      <w:r>
        <w:rPr>
          <w:szCs w:val="24"/>
        </w:rPr>
        <w:t>*k</w:t>
      </w:r>
    </w:p>
    <w:bookmarkEnd w:id="10"/>
    <w:p w14:paraId="3C22E841" w14:textId="08173905" w:rsidR="00C81E41" w:rsidRPr="009D61D2" w:rsidRDefault="00A96C3F" w:rsidP="00C81E4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E5FAF5" wp14:editId="12940B8C">
                <wp:simplePos x="0" y="0"/>
                <wp:positionH relativeFrom="margin">
                  <wp:posOffset>13970</wp:posOffset>
                </wp:positionH>
                <wp:positionV relativeFrom="paragraph">
                  <wp:posOffset>210102</wp:posOffset>
                </wp:positionV>
                <wp:extent cx="4089400" cy="2143125"/>
                <wp:effectExtent l="19050" t="19050" r="44450" b="47625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2143125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50850"/>
                              <a:ext cx="2674989" cy="1446267"/>
                              <a:chOff x="0" y="-374650"/>
                              <a:chExt cx="2674989" cy="1446267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0278" y="-374650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4DFD1" w14:textId="4CC8A63E" w:rsidR="00A96C3F" w:rsidRPr="00521D2A" w:rsidRDefault="00A96C3F" w:rsidP="00A96C3F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486464"/>
                                <a:ext cx="2674989" cy="585153"/>
                                <a:chOff x="0" y="41964"/>
                                <a:chExt cx="2674989" cy="585153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24050" y="41964"/>
                                  <a:ext cx="750939" cy="58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77A05A" w14:textId="77777777" w:rsidR="00A96C3F" w:rsidRPr="00521D2A" w:rsidRDefault="00A96C3F" w:rsidP="00A96C3F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608D7D" w14:textId="77777777" w:rsidR="00A96C3F" w:rsidRPr="00D41BC4" w:rsidRDefault="00A96C3F" w:rsidP="00A96C3F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78594" y="1498349"/>
                            <a:ext cx="304165" cy="307975"/>
                            <a:chOff x="0" y="0"/>
                            <a:chExt cx="304529" cy="30808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0" y="0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E5FAF5" id="Gruppieren 1004696121" o:spid="_x0000_s1111" style="position:absolute;margin-left:1.1pt;margin-top:16.55pt;width:322pt;height:168.75pt;z-index:251688960;mso-position-horizontal-relative:margin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">
                <v:group id="Gruppieren 1004696108" o:spid="_x0000_s1112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13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" adj="8771" fillcolor="yellow" strokecolor="black [3213]" strokeweight="4.5pt"/>
                  <v:shape id="Freihandform 1004696110" o:spid="_x0000_s1114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" path="m,371320c323797,-155832,3390947,-95716,3522887,387649e" filled="f" strokecolor="#0070c0" strokeweight="3pt">
                    <v:stroke dashstyle="3 1"/>
                    <v:path arrowok="t" o:connecttype="custom" o:connectlocs="0,425802;4042282,444527" o:connectangles="0,0"/>
                  </v:shape>
                  <v:line id="Gerader Verbinder 31" o:spid="_x0000_s1115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" strokecolor="#002060" strokeweight="4.5pt"/>
                  <v:group id="Gruppieren 1004696112" o:spid="_x0000_s1116" style="position:absolute;left:9969;top:4508;width:26750;height:14463" coordorigin=",-3746" coordsize="26749,14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17" type="#_x0000_t202" style="position:absolute;left:9602;top:-3746;width:6564;height:4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" filled="f" stroked="f">
                      <v:textbox>
                        <w:txbxContent>
                          <w:p w14:paraId="12A4DFD1" w14:textId="4CC8A63E" w:rsidR="00A96C3F" w:rsidRPr="00521D2A" w:rsidRDefault="00A96C3F" w:rsidP="00A96C3F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szCs w:val="36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group id="Gruppieren 1004696114" o:spid="_x0000_s1118" style="position:absolute;top:4864;width:26749;height:5852" coordorigin=",419" coordsize="26749,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9" type="#_x0000_t202" style="position:absolute;left:19240;top:419;width:7509;height:5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" filled="f" stroked="f">
                        <v:textbox>
                          <w:txbxContent>
                            <w:p w14:paraId="4377A05A" w14:textId="77777777" w:rsidR="00A96C3F" w:rsidRPr="00521D2A" w:rsidRDefault="00A96C3F" w:rsidP="00A96C3F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20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" filled="f" stroked="f">
                        <v:textbox>
                          <w:txbxContent>
                            <w:p w14:paraId="07608D7D" w14:textId="77777777" w:rsidR="00A96C3F" w:rsidRPr="00D41BC4" w:rsidRDefault="00A96C3F" w:rsidP="00A96C3F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21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" strokecolor="#c00000" strokeweight="4.5pt"/>
                </v:group>
                <v:group id="Gruppieren 1004696120" o:spid="_x0000_s1122" style="position:absolute;left:18785;top:14983;width:3042;height:3080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23" style="position:absolute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119" o:spid="_x0000_s1124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" fillcolor="black [3213]" stroked="f" strokeweight="2pt"/>
                </v:group>
                <w10:wrap anchorx="margin"/>
              </v:group>
            </w:pict>
          </mc:Fallback>
        </mc:AlternateContent>
      </w:r>
    </w:p>
    <w:p w14:paraId="2234DCA5" w14:textId="47F435CA" w:rsidR="00C81E41" w:rsidRDefault="00C81E41" w:rsidP="00C81E41"/>
    <w:p w14:paraId="61016B9F" w14:textId="604A7555" w:rsidR="00C81E41" w:rsidRDefault="00C81E41" w:rsidP="00C81E41"/>
    <w:p w14:paraId="0E8AB01F" w14:textId="029A2F28" w:rsidR="00C81E41" w:rsidRDefault="00C81E41" w:rsidP="00C81E41"/>
    <w:p w14:paraId="79934450" w14:textId="6ABA964C" w:rsidR="00C81E41" w:rsidRDefault="00C81E41" w:rsidP="00C81E41"/>
    <w:p w14:paraId="21B0B3F7" w14:textId="77777777" w:rsidR="00C81E41" w:rsidRDefault="00C81E41" w:rsidP="00C81E41"/>
    <w:p w14:paraId="394539A8" w14:textId="28C38E19" w:rsidR="00E404A0" w:rsidRDefault="00E404A0" w:rsidP="00E404A0">
      <w:pPr>
        <w:pStyle w:val="berschrift4"/>
      </w:pPr>
      <w:bookmarkStart w:id="11" w:name="_Hlk155951497"/>
      <w:bookmarkStart w:id="12" w:name="_Hlk155941822"/>
      <w:r>
        <w:t>&lt;</w:t>
      </w:r>
      <w:r w:rsidR="00833358">
        <w:t>Bild</w:t>
      </w:r>
      <w:r>
        <w:t>&gt;</w:t>
      </w:r>
      <w:r w:rsidR="00C17806">
        <w:t xml:space="preserve"> </w:t>
      </w:r>
      <w:r>
        <w:t>Bildbeschreibung:</w:t>
      </w:r>
    </w:p>
    <w:p w14:paraId="69D3DC6C" w14:textId="193806DF" w:rsidR="00C81E41" w:rsidRPr="00E95A4A" w:rsidRDefault="00E95A4A" w:rsidP="00C81E41">
      <w:r w:rsidRPr="00E95A4A">
        <w:t xml:space="preserve">Die Abbildung zeigt einen Zylinder mit der kreisförmigen Grundfläche G mit dem Radius r. </w:t>
      </w:r>
      <w:r>
        <w:br/>
      </w:r>
      <w:r w:rsidRPr="00E95A4A">
        <w:t>Die Körperhöhe k des Zylinders steht im Kreismittelpunkt senkrecht auf dem Radius r.</w:t>
      </w:r>
      <w:r w:rsidR="00E404A0">
        <w:br/>
      </w:r>
      <w:r w:rsidR="00E404A0" w:rsidRPr="00E95A4A">
        <w:t>&lt;/</w:t>
      </w:r>
      <w:r w:rsidR="00833358" w:rsidRPr="00E95A4A">
        <w:t>Bild</w:t>
      </w:r>
      <w:r w:rsidR="00E404A0" w:rsidRPr="00E95A4A">
        <w:t>&gt;</w:t>
      </w:r>
      <w:bookmarkEnd w:id="11"/>
      <w:r w:rsidR="00C81E41" w:rsidRPr="00E95A4A">
        <w:t xml:space="preserve">  </w:t>
      </w:r>
      <w:bookmarkEnd w:id="12"/>
      <w:r w:rsidR="00C81E41" w:rsidRPr="00E95A4A">
        <w:br w:type="page"/>
      </w:r>
    </w:p>
    <w:p w14:paraId="7FBC069A" w14:textId="77777777" w:rsidR="00C81E41" w:rsidRPr="004B20A5" w:rsidRDefault="00C81E41" w:rsidP="00C81E41">
      <w:pPr>
        <w:pStyle w:val="berschrift3"/>
        <w:rPr>
          <w:lang w:val="en-GB"/>
        </w:rPr>
      </w:pPr>
      <w:proofErr w:type="spellStart"/>
      <w:r w:rsidRPr="004B20A5">
        <w:rPr>
          <w:lang w:val="en-GB"/>
        </w:rPr>
        <w:lastRenderedPageBreak/>
        <w:t>Quadratische</w:t>
      </w:r>
      <w:proofErr w:type="spellEnd"/>
      <w:r w:rsidRPr="004B20A5">
        <w:rPr>
          <w:lang w:val="en-GB"/>
        </w:rPr>
        <w:t xml:space="preserve"> </w:t>
      </w:r>
      <w:proofErr w:type="spellStart"/>
      <w:r w:rsidRPr="004B20A5">
        <w:rPr>
          <w:lang w:val="en-GB"/>
        </w:rPr>
        <w:t>Pyramide</w:t>
      </w:r>
      <w:proofErr w:type="spellEnd"/>
    </w:p>
    <w:p w14:paraId="6F83FB86" w14:textId="77777777" w:rsidR="00833358" w:rsidRPr="00833358" w:rsidRDefault="00833358" w:rsidP="00833358">
      <w:pPr>
        <w:spacing w:after="0"/>
        <w:rPr>
          <w:lang w:val="en-GB"/>
        </w:rPr>
      </w:pPr>
      <w:r w:rsidRPr="00833358">
        <w:rPr>
          <w:lang w:val="en-GB"/>
        </w:rPr>
        <w:t>V =1/3 a^2 *k</w:t>
      </w:r>
    </w:p>
    <w:p w14:paraId="2314471C" w14:textId="0A37EFE4" w:rsidR="00833358" w:rsidRPr="005B70DF" w:rsidRDefault="004B20A5" w:rsidP="00833358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A4C0205" wp14:editId="7ECDD63F">
                <wp:simplePos x="0" y="0"/>
                <wp:positionH relativeFrom="column">
                  <wp:posOffset>2992782</wp:posOffset>
                </wp:positionH>
                <wp:positionV relativeFrom="paragraph">
                  <wp:posOffset>78892</wp:posOffset>
                </wp:positionV>
                <wp:extent cx="2940685" cy="3365500"/>
                <wp:effectExtent l="0" t="19050" r="31115" b="63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685" cy="3365500"/>
                          <a:chOff x="0" y="0"/>
                          <a:chExt cx="2941270" cy="3366134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18107" y="0"/>
                            <a:ext cx="2918460" cy="3366134"/>
                            <a:chOff x="0" y="0"/>
                            <a:chExt cx="2918460" cy="3366134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2918460" cy="2974332"/>
                              <a:chOff x="0" y="0"/>
                              <a:chExt cx="2586355" cy="2636129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3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4138888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44138906" name="Gruppieren 844138906"/>
                          <wpg:cNvGrpSpPr/>
                          <wpg:grpSpPr>
                            <a:xfrm>
                              <a:off x="22634" y="76954"/>
                              <a:ext cx="2853724" cy="2863251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844138907" name="Gerader Verbinder 844138907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57" name="Gerader Verbinder 266633057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58" name="Gerader Verbinder 266633058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633060" name="Gruppieren 266633060"/>
                          <wpg:cNvGrpSpPr/>
                          <wpg:grpSpPr>
                            <a:xfrm>
                              <a:off x="9054" y="2367481"/>
                              <a:ext cx="2864003" cy="60541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266633061" name="Gerader Verbinder 266633061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62" name="Gerader Verbinder 266633062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76" name="Gerader Verbinder 266633076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5" name="Gerader Verbinder 65"/>
                          <wps:cNvCnPr/>
                          <wps:spPr>
                            <a:xfrm>
                              <a:off x="1439501" y="63374"/>
                              <a:ext cx="0" cy="2608209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Gerader Verbinder 67"/>
                          <wps:cNvCnPr/>
                          <wps:spPr>
                            <a:xfrm>
                              <a:off x="1457608" y="63374"/>
                              <a:ext cx="1005303" cy="26022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4696096" name="Bogen 1004696096"/>
                          <wps:cNvSpPr/>
                          <wps:spPr>
                            <a:xfrm>
                              <a:off x="1308226" y="2453489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097" name="Rechteck 1004696097"/>
                          <wps:cNvSpPr/>
                          <wps:spPr>
                            <a:xfrm>
                              <a:off x="2349374" y="2620978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098" name="Freihandform 1004696098"/>
                          <wps:cNvSpPr/>
                          <wps:spPr>
                            <a:xfrm>
                              <a:off x="2263366" y="2503283"/>
                              <a:ext cx="121187" cy="288492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099" name="Rechteck 1004696099"/>
                          <wps:cNvSpPr/>
                          <wps:spPr>
                            <a:xfrm>
                              <a:off x="1502875" y="2544024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6824" y="873659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EC419E" w14:textId="77777777" w:rsidR="004B20A5" w:rsidRDefault="004B20A5" w:rsidP="004B20A5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046961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8923" y="1625097"/>
                              <a:ext cx="650553" cy="563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684F44" w14:textId="46217230" w:rsidR="004B20A5" w:rsidRDefault="004B20A5" w:rsidP="004B20A5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0469610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5141" y="1733738"/>
                              <a:ext cx="587256" cy="5478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557046" w14:textId="3F83FD5F" w:rsidR="004B20A5" w:rsidRDefault="0098751F" w:rsidP="004B20A5">
                                <w:pPr>
                                  <w:jc w:val="center"/>
                                </w:pPr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0469610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865" y="2906162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151327" w14:textId="77777777" w:rsidR="004B20A5" w:rsidRDefault="004B20A5" w:rsidP="004B20A5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004696104" name="Gerader Verbinder 1004696104"/>
                        <wps:cNvCnPr/>
                        <wps:spPr>
                          <a:xfrm>
                            <a:off x="0" y="2974063"/>
                            <a:ext cx="2049145" cy="0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Gerader Verbinder 1004696105"/>
                        <wps:cNvCnPr/>
                        <wps:spPr>
                          <a:xfrm flipV="1">
                            <a:off x="2037030" y="2353901"/>
                            <a:ext cx="904240" cy="621665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C0205" id="Gruppieren 1" o:spid="_x0000_s1125" style="position:absolute;margin-left:235.65pt;margin-top:6.2pt;width:231.55pt;height:265pt;z-index:251691008" coordsize="29412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">
                <v:group id="Gruppieren 2" o:spid="_x0000_s1126" style="position:absolute;left:181;width:29184;height:33661" coordsize="29184,3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uppieren 36" o:spid="_x0000_s1127" style="position:absolute;width:29184;height:29743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Gleichschenkliges Dreieck 48" o:spid="_x0000_s1128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29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group id="Gruppieren 844138906" o:spid="_x0000_s1130" style="position:absolute;left:226;top:769;width:28537;height:28633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">
                    <v:line id="Gerader Verbinder 844138907" o:spid="_x0000_s1131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" strokecolor="black [3213]" strokeweight="3pt">
                      <v:stroke dashstyle="3 1"/>
                    </v:line>
                    <v:line id="Gerader Verbinder 266633057" o:spid="_x0000_s1132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" strokecolor="#7030a0" strokeweight="3pt">
                      <v:stroke dashstyle="3 1"/>
                    </v:line>
                    <v:line id="Gerader Verbinder 266633058" o:spid="_x0000_s1133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" strokecolor="#7030a0" strokeweight="3pt">
                      <v:stroke dashstyle="3 1"/>
                    </v:line>
                  </v:group>
                  <v:group id="Gruppieren 266633060" o:spid="_x0000_s1134" style="position:absolute;left:90;top:23674;width:28640;height:6054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">
                    <v:line id="Gerader Verbinder 266633061" o:spid="_x0000_s1135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" strokecolor="#e36c0a [2409]" strokeweight="2.25pt">
                      <v:stroke dashstyle="1 1"/>
                    </v:line>
                    <v:line id="Gerader Verbinder 266633062" o:spid="_x0000_s1136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" strokecolor="#e36c0a [2409]" strokeweight="2.25pt">
                      <v:stroke dashstyle="1 1"/>
                    </v:line>
                    <v:line id="Gerader Verbinder 266633076" o:spid="_x0000_s1137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line id="Gerader Verbinder 65" o:spid="_x0000_s1138" style="position:absolute;visibility:visible;mso-wrap-style:square" from="14395,633" to="14395,2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" strokecolor="#4579b8 [3044]" strokeweight="3pt"/>
                  <v:line id="Gerader Verbinder 67" o:spid="_x0000_s1139" style="position:absolute;visibility:visible;mso-wrap-style:square" from="14576,633" to="24629,2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" strokecolor="black [3213]" strokeweight="3pt"/>
                  <v:shape id="Bogen 1004696096" o:spid="_x0000_s1140" style="position:absolute;left:13082;top:24534;width:3045;height:3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1.5pt">
                    <v:path arrowok="t" o:connecttype="custom" o:connectlocs="152264,0;267471,53320;303196,174383" o:connectangles="0,0,0"/>
                  </v:shape>
                  <v:rect id="Rechteck 1004696097" o:spid="_x0000_s1141" style="position:absolute;left:23493;top:26209;width:50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" fillcolor="black [3213]" stroked="f" strokeweight="2pt"/>
                  <v:shape id="Freihandform 1004696098" o:spid="_x0000_s1142" style="position:absolute;left:22633;top:25032;width:1212;height:2885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" path="m,255688c13627,168441,29269,75143,107397,e" filled="f" strokecolor="black [3213]" strokeweight="1.5pt">
                    <v:path arrowok="t" o:connecttype="custom" o:connectlocs="0,288492;121187,0" o:connectangles="0,0"/>
                  </v:shape>
                  <v:rect id="Rechteck 1004696099" o:spid="_x0000_s1143" style="position:absolute;left:15028;top:25440;width:509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" fillcolor="black [3213]" stroked="f" strokeweight="2pt"/>
                  <v:shape id="Textfeld 2" o:spid="_x0000_s1144" type="#_x0000_t202" style="position:absolute;left:20868;top:8736;width:4492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" filled="f" stroked="f">
                    <v:textbox>
                      <w:txbxContent>
                        <w:p w14:paraId="56EC419E" w14:textId="77777777" w:rsidR="004B20A5" w:rsidRDefault="004B20A5" w:rsidP="004B20A5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  <v:shape id="Textfeld 2" o:spid="_x0000_s1145" type="#_x0000_t202" style="position:absolute;left:20189;top:16250;width:6505;height:5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" filled="f" stroked="f">
                    <v:textbox>
                      <w:txbxContent>
                        <w:p w14:paraId="0D684F44" w14:textId="46217230" w:rsidR="004B20A5" w:rsidRDefault="004B20A5" w:rsidP="004B20A5">
                          <w:pPr>
                            <w:jc w:val="center"/>
                          </w:pPr>
                          <w:r>
                            <w:t>h</w:t>
                          </w:r>
                        </w:p>
                      </w:txbxContent>
                    </v:textbox>
                  </v:shape>
                  <v:shape id="Textfeld 2" o:spid="_x0000_s1146" type="#_x0000_t202" style="position:absolute;left:9551;top:17337;width:5872;height:5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" filled="f" stroked="f">
                    <v:textbox>
                      <w:txbxContent>
                        <w:p w14:paraId="55557046" w14:textId="3F83FD5F" w:rsidR="004B20A5" w:rsidRDefault="0098751F" w:rsidP="004B20A5">
                          <w:pPr>
                            <w:jc w:val="center"/>
                          </w:pPr>
                          <w:r>
                            <w:t>k</w:t>
                          </w:r>
                        </w:p>
                      </w:txbxContent>
                    </v:textbox>
                  </v:shape>
                  <v:shape id="Textfeld 2" o:spid="_x0000_s1147" type="#_x0000_t202" style="position:absolute;left:8238;top:29061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" filled="f" stroked="f">
                    <v:textbox>
                      <w:txbxContent>
                        <w:p w14:paraId="10151327" w14:textId="77777777" w:rsidR="004B20A5" w:rsidRDefault="004B20A5" w:rsidP="004B20A5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1004696104" o:spid="_x0000_s1148" style="position:absolute;visibility:visible;mso-wrap-style:square" from="0,29740" to="20491,29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" strokecolor="#7030a0" strokeweight="3.25pt"/>
                <v:line id="Gerader Verbinder 1004696105" o:spid="_x0000_s1149" style="position:absolute;flip:y;visibility:visible;mso-wrap-style:square" from="20370,23539" to="29412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" strokecolor="#7030a0" strokeweight="3.25pt"/>
              </v:group>
            </w:pict>
          </mc:Fallback>
        </mc:AlternateContent>
      </w:r>
      <w:r w:rsidR="00833358" w:rsidRPr="005B70DF">
        <w:rPr>
          <w:lang w:val="es-ES_tradnl"/>
        </w:rPr>
        <w:t>M =4 *(a *</w:t>
      </w:r>
      <w:r w:rsidR="00833358">
        <w:rPr>
          <w:lang w:val="es-ES_tradnl"/>
        </w:rPr>
        <w:t>h</w:t>
      </w:r>
      <w:r w:rsidR="00833358" w:rsidRPr="005B70DF">
        <w:rPr>
          <w:lang w:val="es-ES_tradnl"/>
        </w:rPr>
        <w:t>) /2</w:t>
      </w:r>
    </w:p>
    <w:p w14:paraId="70D3E87F" w14:textId="1A174828" w:rsidR="00833358" w:rsidRDefault="00833358" w:rsidP="00833358">
      <w:pPr>
        <w:spacing w:after="0"/>
        <w:rPr>
          <w:lang w:val="es-ES_tradnl"/>
        </w:rPr>
      </w:pPr>
      <w:r w:rsidRPr="005B70DF">
        <w:rPr>
          <w:lang w:val="es-ES_tradnl"/>
        </w:rPr>
        <w:t>O =a^2 +4 *(a +</w:t>
      </w:r>
      <w:r>
        <w:rPr>
          <w:lang w:val="es-ES_tradnl"/>
        </w:rPr>
        <w:t>h</w:t>
      </w:r>
      <w:r w:rsidRPr="005B70DF">
        <w:rPr>
          <w:lang w:val="es-ES_tradnl"/>
        </w:rPr>
        <w:t>) /2</w:t>
      </w:r>
    </w:p>
    <w:p w14:paraId="76CAFC23" w14:textId="77777777" w:rsidR="00833358" w:rsidRDefault="00833358" w:rsidP="00C81E41">
      <w:pPr>
        <w:spacing w:after="0"/>
        <w:rPr>
          <w:noProof/>
          <w:lang w:val="es-ES_tradnl" w:eastAsia="de-DE"/>
        </w:rPr>
      </w:pPr>
    </w:p>
    <w:p w14:paraId="6B564D4F" w14:textId="44D921D1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68E0CA34" w14:textId="58F32B9C" w:rsidR="00C81E41" w:rsidRPr="004B20A5" w:rsidRDefault="004B20A5" w:rsidP="00C81E41">
      <w:pPr>
        <w:spacing w:after="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36EB7E44" wp14:editId="586E76B1">
                <wp:simplePos x="0" y="0"/>
                <wp:positionH relativeFrom="margin">
                  <wp:posOffset>30799</wp:posOffset>
                </wp:positionH>
                <wp:positionV relativeFrom="paragraph">
                  <wp:posOffset>139618</wp:posOffset>
                </wp:positionV>
                <wp:extent cx="2918460" cy="3366135"/>
                <wp:effectExtent l="19050" t="19050" r="15240" b="5715"/>
                <wp:wrapNone/>
                <wp:docPr id="844138899" name="Gruppieren 844138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8460" cy="3366135"/>
                          <a:chOff x="0" y="0"/>
                          <a:chExt cx="2586355" cy="2983381"/>
                        </a:xfrm>
                      </wpg:grpSpPr>
                      <wpg:grpSp>
                        <wpg:cNvPr id="844138894" name="Gruppieren 844138894"/>
                        <wpg:cNvGrpSpPr/>
                        <wpg:grpSpPr>
                          <a:xfrm>
                            <a:off x="0" y="0"/>
                            <a:ext cx="2586355" cy="2636129"/>
                            <a:chOff x="0" y="0"/>
                            <a:chExt cx="2586355" cy="2636129"/>
                          </a:xfrm>
                        </wpg:grpSpPr>
                        <wpg:grpSp>
                          <wpg:cNvPr id="844138881" name="Gruppieren 844138881"/>
                          <wpg:cNvGrpSpPr/>
                          <wpg:grpSpPr>
                            <a:xfrm>
                              <a:off x="20955" y="68580"/>
                              <a:ext cx="2528986" cy="2537679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61" name="Gerader Verbinder 61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Gerader Verbinder 6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0" name="Gerader Verbinder 84413888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886" name="Gruppieren 844138886"/>
                          <wpg:cNvGrpSpPr/>
                          <wpg:grpSpPr>
                            <a:xfrm>
                              <a:off x="9525" y="2099310"/>
                              <a:ext cx="2538095" cy="53657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882" name="Gerader Verbinder 84413888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4" name="Gerader Verbinder 844138884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5" name="Gerader Verbinder 844138885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887" name="Bogen 844138887"/>
                          <wps:cNvSpPr/>
                          <wps:spPr>
                            <a:xfrm>
                              <a:off x="1160450" y="2171700"/>
                              <a:ext cx="269875" cy="273050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erader Verbinder 56"/>
                          <wps:cNvCnPr/>
                          <wps:spPr>
                            <a:xfrm>
                              <a:off x="1278255" y="55245"/>
                              <a:ext cx="0" cy="2311637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0" name="Gerader Verbinder 844138890"/>
                          <wps:cNvCnPr/>
                          <wps:spPr>
                            <a:xfrm>
                              <a:off x="1293495" y="57150"/>
                              <a:ext cx="890905" cy="230632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1" name="Freihandform 844138891"/>
                          <wps:cNvSpPr/>
                          <wps:spPr>
                            <a:xfrm>
                              <a:off x="2005965" y="2217420"/>
                              <a:ext cx="107397" cy="255688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uppieren 55"/>
                          <wpg:cNvGrpSpPr/>
                          <wpg:grpSpPr>
                            <a:xfrm>
                              <a:off x="0" y="0"/>
                              <a:ext cx="2586355" cy="2636129"/>
                              <a:chOff x="0" y="0"/>
                              <a:chExt cx="2586355" cy="2636129"/>
                            </a:xfrm>
                          </wpg:grpSpPr>
                          <wps:wsp>
                            <wps:cNvPr id="4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44138892" name="Rechteck 844138892"/>
                          <wps:cNvSpPr/>
                          <wps:spPr>
                            <a:xfrm>
                              <a:off x="2084070" y="2322195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893" name="Rechteck 844138893"/>
                          <wps:cNvSpPr/>
                          <wps:spPr>
                            <a:xfrm>
                              <a:off x="1333500" y="2251710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41388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1434" y="774072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595367" w14:textId="070608A2" w:rsidR="00C81E41" w:rsidRDefault="000E4BED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396" y="1514800"/>
                            <a:ext cx="576524" cy="49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17D25" w14:textId="6792DB3D" w:rsidR="00C81E41" w:rsidRDefault="000E4BED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27" y="1519427"/>
                            <a:ext cx="520429" cy="485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38FE3" w14:textId="59EB7E40" w:rsidR="00C81E41" w:rsidRDefault="000E4BED" w:rsidP="00C81E41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331" y="2575711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360C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B7E44" id="Gruppieren 844138899" o:spid="_x0000_s1150" style="position:absolute;margin-left:2.45pt;margin-top:11pt;width:229.8pt;height:265.05pt;z-index:251643904;mso-position-horizontal-relative:margin;mso-width-relative:margin;mso-height-relative:margin" coordsize="25863,2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">
                <v:group id="Gruppieren 844138894" o:spid="_x0000_s1151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">
                  <v:group id="Gruppieren 844138881" o:spid="_x0000_s1152" style="position:absolute;left:209;top:685;width:25290;height:25377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">
                    <v:line id="Gerader Verbinder 61" o:spid="_x0000_s1153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" strokecolor="black [3213]" strokeweight="3pt">
                      <v:stroke dashstyle="3 1"/>
                    </v:line>
                    <v:line id="Gerader Verbinder 63" o:spid="_x0000_s1154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" strokecolor="black [3213]" strokeweight="3pt">
                      <v:stroke dashstyle="3 1"/>
                    </v:line>
                    <v:line id="Gerader Verbinder 844138880" o:spid="_x0000_s1155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" strokecolor="black [3213]" strokeweight="3pt">
                      <v:stroke dashstyle="3 1"/>
                    </v:line>
                  </v:group>
                  <v:group id="Gruppieren 844138886" o:spid="_x0000_s1156" style="position:absolute;left:95;top:20993;width:25381;height:5365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">
                    <v:line id="Gerader Verbinder 844138882" o:spid="_x0000_s1157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4" o:spid="_x0000_s1158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5" o:spid="_x0000_s1159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shape id="Bogen 844138887" o:spid="_x0000_s1160" style="position:absolute;left:11604;top:21717;width:2699;height:2730;visibility:visible;mso-wrap-style:square;v-text-anchor:middle" coordsize="26987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" path="m134937,nsc174140,,211406,17250,237038,47262v25228,29539,36751,68593,31656,107291l134938,136525v,-45508,-1,-91017,-1,-136525xem134937,nfc174140,,211406,17250,237038,47262v25228,29539,36751,68593,31656,107291e" filled="f" strokecolor="black [3213]" strokeweight="1.5pt">
                    <v:path arrowok="t" o:connecttype="custom" o:connectlocs="134937,0;237038,47262;268694,154553" o:connectangles="0,0,0"/>
                  </v:shape>
                  <v:line id="Gerader Verbinder 56" o:spid="_x0000_s1161" style="position:absolute;visibility:visible;mso-wrap-style:square" from="12782,552" to="12782,2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" strokecolor="#4579b8 [3044]" strokeweight="3pt"/>
                  <v:line id="Gerader Verbinder 844138890" o:spid="_x0000_s1162" style="position:absolute;visibility:visible;mso-wrap-style:square" from="12934,571" to="21844,2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" strokecolor="black [3213]" strokeweight="3pt"/>
                  <v:shape id="Freihandform 844138891" o:spid="_x0000_s1163" style="position:absolute;left:20059;top:22174;width:1074;height:2557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" path="m,255688c13627,168441,29269,75143,107397,e" filled="f" strokecolor="black [3213]" strokeweight="1.5pt">
                    <v:path arrowok="t" o:connecttype="custom" o:connectlocs="0,255688;107397,0" o:connectangles="0,0"/>
                  </v:shape>
                  <v:group id="Gruppieren 55" o:spid="_x0000_s1164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Gleichschenkliges Dreieck 48" o:spid="_x0000_s1165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66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rect id="Rechteck 844138892" o:spid="_x0000_s1167" style="position:absolute;left:20840;top:2322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" fillcolor="black [3213]" stroked="f" strokeweight="2pt"/>
                  <v:rect id="Rechteck 844138893" o:spid="_x0000_s1168" style="position:absolute;left:13335;top:2251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" fillcolor="black [3213]" stroked="f" strokeweight="2pt"/>
                </v:group>
                <v:shape id="Textfeld 2" o:spid="_x0000_s1169" type="#_x0000_t202" style="position:absolute;left:18514;top:7740;width:398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" filled="f" stroked="f">
                  <v:textbox>
                    <w:txbxContent>
                      <w:p w14:paraId="3C595367" w14:textId="070608A2" w:rsidR="00C81E41" w:rsidRDefault="000E4BED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70" type="#_x0000_t202" style="position:absolute;left:17523;top:15148;width:5766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" filled="f" stroked="f">
                  <v:textbox>
                    <w:txbxContent>
                      <w:p w14:paraId="49E17D25" w14:textId="6792DB3D" w:rsidR="00C81E41" w:rsidRDefault="000E4BED" w:rsidP="00C81E41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Textfeld 2" o:spid="_x0000_s1171" type="#_x0000_t202" style="position:absolute;left:8972;top:15194;width:5204;height:4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" filled="f" stroked="f">
                  <v:textbox>
                    <w:txbxContent>
                      <w:p w14:paraId="6A438FE3" w14:textId="59EB7E40" w:rsidR="00C81E41" w:rsidRDefault="000E4BED" w:rsidP="00C81E41">
                        <w:pPr>
                          <w:jc w:val="center"/>
                        </w:pPr>
                        <w:r>
                          <w:t>k</w:t>
                        </w:r>
                      </w:p>
                    </w:txbxContent>
                  </v:textbox>
                </v:shape>
                <v:shape id="Textfeld 2" o:spid="_x0000_s1172" type="#_x0000_t202" style="position:absolute;left:7333;top:25757;width:3981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" filled="f" stroked="f">
                  <v:textbox>
                    <w:txbxContent>
                      <w:p w14:paraId="72DC360C" w14:textId="77777777" w:rsidR="00C81E41" w:rsidRDefault="00C81E41" w:rsidP="00C81E4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BA2C7F" w14:textId="77777777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0B49C46E" w14:textId="77777777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28015D98" w14:textId="77777777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57705B72" w14:textId="77777777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0C710C58" w14:textId="77777777" w:rsidR="00C81E41" w:rsidRPr="004B20A5" w:rsidRDefault="00C81E41" w:rsidP="00C81E41">
      <w:pPr>
        <w:spacing w:after="0"/>
        <w:rPr>
          <w:noProof/>
          <w:lang w:val="en-GB" w:eastAsia="de-DE"/>
        </w:rPr>
      </w:pPr>
    </w:p>
    <w:p w14:paraId="67F33CF8" w14:textId="77777777" w:rsidR="00C81E41" w:rsidRPr="004B20A5" w:rsidRDefault="00C81E41" w:rsidP="00C81E41">
      <w:pPr>
        <w:spacing w:after="0"/>
        <w:rPr>
          <w:lang w:val="en-GB"/>
        </w:rPr>
      </w:pPr>
    </w:p>
    <w:p w14:paraId="7976EE5A" w14:textId="2A6323E7" w:rsidR="00C81E41" w:rsidRDefault="00C81E41" w:rsidP="00C81E41">
      <w:pPr>
        <w:spacing w:after="0"/>
        <w:rPr>
          <w:lang w:val="en-GB"/>
        </w:rPr>
      </w:pPr>
    </w:p>
    <w:p w14:paraId="386522C5" w14:textId="77777777" w:rsidR="004B20A5" w:rsidRPr="004B20A5" w:rsidRDefault="004B20A5" w:rsidP="00C81E41">
      <w:pPr>
        <w:spacing w:after="0"/>
        <w:rPr>
          <w:lang w:val="en-GB"/>
        </w:rPr>
      </w:pPr>
    </w:p>
    <w:p w14:paraId="5FD1AFA0" w14:textId="4E767438" w:rsidR="007E7CEB" w:rsidRDefault="007E7CEB" w:rsidP="007E7CEB">
      <w:pPr>
        <w:pStyle w:val="berschrift4"/>
        <w:rPr>
          <w:lang w:val="es-ES_tradnl"/>
        </w:rPr>
      </w:pPr>
      <w:bookmarkStart w:id="13" w:name="_Hlk155946561"/>
      <w:r>
        <w:rPr>
          <w:lang w:val="es-ES_tradnl"/>
        </w:rPr>
        <w:t>&lt;</w:t>
      </w:r>
      <w:r w:rsidR="00833358">
        <w:rPr>
          <w:lang w:val="es-ES_tradnl"/>
        </w:rPr>
        <w:t>Bild</w:t>
      </w:r>
      <w:r>
        <w:rPr>
          <w:lang w:val="es-ES_tradnl"/>
        </w:rPr>
        <w:t>&gt;</w:t>
      </w:r>
      <w:r w:rsidR="00C17806">
        <w:rPr>
          <w:lang w:val="es-ES_tradnl"/>
        </w:rPr>
        <w:t xml:space="preserve"> </w:t>
      </w:r>
      <w:r>
        <w:rPr>
          <w:lang w:val="es-ES_tradnl"/>
        </w:rPr>
        <w:t>Bildbeschreibung:</w:t>
      </w:r>
    </w:p>
    <w:p w14:paraId="0A4B6565" w14:textId="15AB2F90" w:rsidR="007E7CEB" w:rsidRPr="005B70DF" w:rsidRDefault="00E95A4A" w:rsidP="00E95A4A">
      <w:pPr>
        <w:spacing w:after="0"/>
        <w:rPr>
          <w:lang w:val="es-ES_tradnl"/>
        </w:rPr>
      </w:pPr>
      <w:r w:rsidRPr="00E95A4A">
        <w:rPr>
          <w:lang w:val="es-ES_tradnl"/>
        </w:rPr>
        <w:t xml:space="preserve">Abbildung einer quadratischen Pyramide mit der Körperhöhe </w:t>
      </w:r>
      <w:r>
        <w:rPr>
          <w:lang w:val="es-ES_tradnl"/>
        </w:rPr>
        <w:t>k</w:t>
      </w:r>
      <w:r w:rsidRPr="00E95A4A">
        <w:rPr>
          <w:lang w:val="es-ES_tradnl"/>
        </w:rPr>
        <w:t>. Die Grundfläche hat die Seitenlänge a. Die dreieckige</w:t>
      </w:r>
      <w:r w:rsidR="002F6257">
        <w:rPr>
          <w:lang w:val="es-ES_tradnl"/>
        </w:rPr>
        <w:t>n</w:t>
      </w:r>
      <w:r w:rsidRPr="00E95A4A">
        <w:rPr>
          <w:lang w:val="es-ES_tradnl"/>
        </w:rPr>
        <w:t xml:space="preserve"> Seitenflächen haben die Höhe h</w:t>
      </w:r>
      <w:r>
        <w:rPr>
          <w:lang w:val="es-ES_tradnl"/>
        </w:rPr>
        <w:t xml:space="preserve"> </w:t>
      </w:r>
      <w:r w:rsidRPr="00E95A4A">
        <w:rPr>
          <w:lang w:val="es-ES_tradnl"/>
        </w:rPr>
        <w:t>und die Seitenlänge s.</w:t>
      </w:r>
      <w:r w:rsidR="007E7CEB">
        <w:rPr>
          <w:lang w:val="es-ES_tradnl"/>
        </w:rPr>
        <w:br/>
        <w:t>&lt;/</w:t>
      </w:r>
      <w:r w:rsidR="00833358">
        <w:rPr>
          <w:lang w:val="es-ES_tradnl"/>
        </w:rPr>
        <w:t>Bild</w:t>
      </w:r>
      <w:r w:rsidR="007E7CEB">
        <w:rPr>
          <w:lang w:val="es-ES_tradnl"/>
        </w:rPr>
        <w:t>&gt;</w:t>
      </w:r>
    </w:p>
    <w:bookmarkEnd w:id="13"/>
    <w:p w14:paraId="44363BCB" w14:textId="3B971403" w:rsidR="00C81E41" w:rsidRDefault="00C81E41" w:rsidP="00C81E41">
      <w:pPr>
        <w:spacing w:after="0"/>
        <w:rPr>
          <w:lang w:val="es-ES_tradnl"/>
        </w:rPr>
      </w:pPr>
      <w:r>
        <w:rPr>
          <w:lang w:val="es-ES_tradnl"/>
        </w:rPr>
        <w:br w:type="page"/>
      </w:r>
    </w:p>
    <w:p w14:paraId="6FA0A3A6" w14:textId="77777777" w:rsidR="00C81E41" w:rsidRPr="00603BE7" w:rsidRDefault="00C81E41" w:rsidP="00C81E41">
      <w:pPr>
        <w:pStyle w:val="berschrift3"/>
        <w:rPr>
          <w:lang w:val="es-ES"/>
        </w:rPr>
      </w:pPr>
      <w:r w:rsidRPr="00603BE7">
        <w:rPr>
          <w:lang w:val="es-ES"/>
        </w:rPr>
        <w:lastRenderedPageBreak/>
        <w:t>Kegel</w:t>
      </w:r>
    </w:p>
    <w:p w14:paraId="2851C930" w14:textId="77777777" w:rsidR="00833358" w:rsidRPr="009D61D2" w:rsidRDefault="00833358" w:rsidP="00833358">
      <w:r>
        <w:t xml:space="preserve">V =1/3 </w:t>
      </w:r>
      <w:proofErr w:type="spellStart"/>
      <w:r>
        <w:t>pi</w:t>
      </w:r>
      <w:proofErr w:type="spellEnd"/>
      <w:r>
        <w:t xml:space="preserve"> *r^2 *k</w:t>
      </w:r>
    </w:p>
    <w:p w14:paraId="00B30D65" w14:textId="4C83BD82" w:rsidR="00C81E41" w:rsidRDefault="001E41A9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9F7BA1" wp14:editId="4B885D6F">
                <wp:simplePos x="0" y="0"/>
                <wp:positionH relativeFrom="column">
                  <wp:posOffset>108861</wp:posOffset>
                </wp:positionH>
                <wp:positionV relativeFrom="paragraph">
                  <wp:posOffset>78848</wp:posOffset>
                </wp:positionV>
                <wp:extent cx="2630879" cy="3273190"/>
                <wp:effectExtent l="19050" t="19050" r="17145" b="381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879" cy="3273190"/>
                          <a:chOff x="0" y="0"/>
                          <a:chExt cx="2630879" cy="3273190"/>
                        </a:xfrm>
                      </wpg:grpSpPr>
                      <wps:wsp>
                        <wps:cNvPr id="266633065" name="Gleichschenkliges Dreieck 266633065"/>
                        <wps:cNvSpPr/>
                        <wps:spPr>
                          <a:xfrm>
                            <a:off x="0" y="39757"/>
                            <a:ext cx="2607880" cy="2822577"/>
                          </a:xfrm>
                          <a:prstGeom prst="triangle">
                            <a:avLst>
                              <a:gd name="adj" fmla="val 50302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138902" name="Gerader Verbinder 844138902"/>
                        <wps:cNvCnPr/>
                        <wps:spPr>
                          <a:xfrm flipH="1">
                            <a:off x="0" y="0"/>
                            <a:ext cx="1325728" cy="280992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4138903" name="Gerader Verbinder 844138903"/>
                        <wps:cNvCnPr/>
                        <wps:spPr>
                          <a:xfrm>
                            <a:off x="1319916" y="7951"/>
                            <a:ext cx="1306082" cy="28550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41389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7725" y="596348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7346F0" w14:textId="2A74937F" w:rsidR="00C81E41" w:rsidRDefault="00417BF2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14025" y="1405355"/>
                            <a:ext cx="599494" cy="538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7B969" w14:textId="4D7E1CA2" w:rsidR="00C81E41" w:rsidRDefault="00417BF2" w:rsidP="00C81E41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0" name="Ellipse 844138900"/>
                        <wps:cNvSpPr/>
                        <wps:spPr>
                          <a:xfrm>
                            <a:off x="0" y="2536466"/>
                            <a:ext cx="2620896" cy="6155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138911" name="Bogen 844138911"/>
                        <wps:cNvSpPr/>
                        <wps:spPr>
                          <a:xfrm rot="21435615">
                            <a:off x="1168841" y="2608028"/>
                            <a:ext cx="400192" cy="400170"/>
                          </a:xfrm>
                          <a:prstGeom prst="arc">
                            <a:avLst>
                              <a:gd name="adj1" fmla="val 16200000"/>
                              <a:gd name="adj2" fmla="val 83555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138904" name="Gerader Verbinder 844138904"/>
                        <wps:cNvCnPr/>
                        <wps:spPr>
                          <a:xfrm>
                            <a:off x="1319916" y="2862470"/>
                            <a:ext cx="131096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56" name="Ellipse 266633056"/>
                        <wps:cNvSpPr/>
                        <wps:spPr>
                          <a:xfrm>
                            <a:off x="1407381" y="2727297"/>
                            <a:ext cx="51661" cy="516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1389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3" y="2806810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A77B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1" name="Gerader Verbinder 844138901"/>
                        <wps:cNvCnPr/>
                        <wps:spPr>
                          <a:xfrm>
                            <a:off x="1335819" y="15903"/>
                            <a:ext cx="0" cy="285018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F7BA1" id="Gruppieren 64" o:spid="_x0000_s1173" style="position:absolute;margin-left:8.55pt;margin-top:6.2pt;width:207.15pt;height:257.75pt;z-index:251686912" coordsize="26308,32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">
                <v:shape id="Gleichschenkliges Dreieck 266633065" o:spid="_x0000_s1174" type="#_x0000_t5" style="position:absolute;top:397;width:26078;height:28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" adj="10865" fillcolor="yellow" stroked="f" strokeweight="2pt"/>
                <v:line id="Gerader Verbinder 844138902" o:spid="_x0000_s1175" style="position:absolute;flip:x;visibility:visible;mso-wrap-style:square" from="0,0" to="13257,28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" strokecolor="black [3213]" strokeweight="3pt"/>
                <v:line id="Gerader Verbinder 844138903" o:spid="_x0000_s1176" style="position:absolute;visibility:visible;mso-wrap-style:square" from="13199,79" to="26259,2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" strokecolor="black [3213]" strokeweight="3pt"/>
                <v:shape id="Textfeld 2" o:spid="_x0000_s1177" type="#_x0000_t202" style="position:absolute;left:16777;top:5963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" filled="f" stroked="f">
                  <v:textbox>
                    <w:txbxContent>
                      <w:p w14:paraId="5B7346F0" w14:textId="2A74937F" w:rsidR="00C81E41" w:rsidRDefault="00417BF2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78" type="#_x0000_t202" style="position:absolute;left:9140;top:14053;width:5995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" filled="f" stroked="f">
                  <v:textbox>
                    <w:txbxContent>
                      <w:p w14:paraId="2A47B969" w14:textId="4D7E1CA2" w:rsidR="00C81E41" w:rsidRDefault="00417BF2" w:rsidP="00C81E41">
                        <w:pPr>
                          <w:jc w:val="center"/>
                        </w:pPr>
                        <w:r>
                          <w:t>k</w:t>
                        </w:r>
                      </w:p>
                    </w:txbxContent>
                  </v:textbox>
                </v:shape>
                <v:oval id="Ellipse 844138900" o:spid="_x0000_s1179" style="position:absolute;top:25364;width:26208;height:6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" fillcolor="yellow" strokecolor="#c00000" strokeweight="3pt"/>
                <v:shape id="Bogen 844138911" o:spid="_x0000_s1180" style="position:absolute;left:11688;top:26080;width:4002;height:4001;rotation:-179552fd;visibility:visible;mso-wrap-style:square;v-text-anchor:middle" coordsize="400192,40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" path="m200096,nsc261643,,319766,28323,357691,76794v37928,48475,51434,111708,36619,171447l200096,200085,200096,xem200096,nfc261643,,319766,28323,357691,76794v37928,48475,51434,111708,36619,171447e" filled="f" strokecolor="black [3213]" strokeweight="2.25pt">
                  <v:path arrowok="t" o:connecttype="custom" o:connectlocs="200096,0;357691,76794;394310,248241" o:connectangles="0,0,0"/>
                </v:shape>
                <v:line id="Gerader Verbinder 844138904" o:spid="_x0000_s1181" style="position:absolute;visibility:visible;mso-wrap-style:square" from="13199,28624" to="26308,2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" strokecolor="#0070c0" strokeweight="3pt"/>
                <v:oval id="Ellipse 266633056" o:spid="_x0000_s1182" style="position:absolute;left:14073;top:27272;width:517;height: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" fillcolor="black [3213]" stroked="f" strokeweight="2pt"/>
                <v:shape id="Textfeld 2" o:spid="_x0000_s1183" type="#_x0000_t202" style="position:absolute;left:16061;top:28068;width:4562;height:4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" filled="f" stroked="f">
                  <v:textbox>
                    <w:txbxContent>
                      <w:p w14:paraId="609A77B3" w14:textId="77777777" w:rsidR="00C81E41" w:rsidRDefault="00C81E41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line id="Gerader Verbinder 844138901" o:spid="_x0000_s1184" style="position:absolute;visibility:visible;mso-wrap-style:square" from="13358,159" to="13358,28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" strokecolor="#0070c0" strokeweight="3pt"/>
              </v:group>
            </w:pict>
          </mc:Fallback>
        </mc:AlternateContent>
      </w:r>
    </w:p>
    <w:p w14:paraId="7015995B" w14:textId="20865A73" w:rsidR="00C81E41" w:rsidRDefault="00C81E41" w:rsidP="00C81E41">
      <w:pPr>
        <w:rPr>
          <w:noProof/>
          <w:lang w:eastAsia="de-DE"/>
        </w:rPr>
      </w:pPr>
    </w:p>
    <w:p w14:paraId="07A924B6" w14:textId="77777777" w:rsidR="00C81E41" w:rsidRDefault="00C81E41" w:rsidP="00C81E41">
      <w:pPr>
        <w:rPr>
          <w:noProof/>
          <w:lang w:eastAsia="de-DE"/>
        </w:rPr>
      </w:pPr>
    </w:p>
    <w:p w14:paraId="7EF2014D" w14:textId="09D6003D" w:rsidR="00C81E41" w:rsidRDefault="00C81E41" w:rsidP="00C81E41">
      <w:pPr>
        <w:rPr>
          <w:noProof/>
          <w:lang w:eastAsia="de-DE"/>
        </w:rPr>
      </w:pPr>
    </w:p>
    <w:p w14:paraId="2528E71A" w14:textId="77777777" w:rsidR="00C81E41" w:rsidRDefault="00C81E41" w:rsidP="00C81E41">
      <w:pPr>
        <w:rPr>
          <w:noProof/>
          <w:lang w:eastAsia="de-DE"/>
        </w:rPr>
      </w:pPr>
    </w:p>
    <w:p w14:paraId="2D369B4D" w14:textId="700A0F60" w:rsidR="00C81E41" w:rsidRDefault="00C81E41" w:rsidP="00C81E41">
      <w:pPr>
        <w:rPr>
          <w:noProof/>
          <w:lang w:eastAsia="de-DE"/>
        </w:rPr>
      </w:pPr>
    </w:p>
    <w:p w14:paraId="22F09E0F" w14:textId="2A85743B" w:rsidR="00C81E41" w:rsidRPr="009D61D2" w:rsidRDefault="00C81E41" w:rsidP="00C81E41"/>
    <w:p w14:paraId="03EC6B10" w14:textId="77777777" w:rsidR="00C81E41" w:rsidRPr="009D61D2" w:rsidRDefault="00C81E41" w:rsidP="00C81E41"/>
    <w:p w14:paraId="14BEF14D" w14:textId="3C7EEE50" w:rsidR="00C81E41" w:rsidRDefault="00C81E41" w:rsidP="00C81E41">
      <w:pPr>
        <w:pStyle w:val="berschrift4"/>
      </w:pPr>
      <w:bookmarkStart w:id="14" w:name="_Hlk155946721"/>
      <w:r>
        <w:t>&lt;</w:t>
      </w:r>
      <w:r w:rsidR="00833358">
        <w:t>Bild</w:t>
      </w:r>
      <w:r>
        <w:t>&gt;</w:t>
      </w:r>
      <w:r w:rsidR="00C17806">
        <w:t xml:space="preserve"> </w:t>
      </w:r>
      <w:r>
        <w:t>Bildbeschreibung:</w:t>
      </w:r>
    </w:p>
    <w:p w14:paraId="7C3BDA7B" w14:textId="3DF92374" w:rsidR="00C81E41" w:rsidRDefault="00E95A4A" w:rsidP="00CB2549">
      <w:r w:rsidRPr="00E95A4A">
        <w:t xml:space="preserve">Abbildung eines Kegels mit dem Radius r, </w:t>
      </w:r>
      <w:r>
        <w:br/>
      </w:r>
      <w:r w:rsidRPr="00E95A4A">
        <w:t xml:space="preserve">der Körperhöhe </w:t>
      </w:r>
      <w:r>
        <w:t>k</w:t>
      </w:r>
      <w:r w:rsidRPr="00E95A4A">
        <w:t xml:space="preserve"> und der Seitenhöhe s.</w:t>
      </w:r>
      <w:r w:rsidR="00833358">
        <w:br/>
        <w:t>&lt;/Bild</w:t>
      </w:r>
      <w:r w:rsidR="00C81E41">
        <w:t>&gt;</w:t>
      </w:r>
    </w:p>
    <w:bookmarkEnd w:id="14"/>
    <w:p w14:paraId="1F3993C7" w14:textId="77777777" w:rsidR="00C81E41" w:rsidRPr="00101177" w:rsidRDefault="00C81E41" w:rsidP="00C81E41">
      <w:pPr>
        <w:rPr>
          <w:sz w:val="40"/>
          <w:szCs w:val="28"/>
        </w:rPr>
      </w:pPr>
    </w:p>
    <w:p w14:paraId="7EE6ECC4" w14:textId="77777777" w:rsidR="00C81E41" w:rsidRDefault="00C81E41" w:rsidP="00C81E41">
      <w:pPr>
        <w:spacing w:after="0" w:line="240" w:lineRule="auto"/>
      </w:pPr>
      <w:r>
        <w:br w:type="page"/>
      </w:r>
    </w:p>
    <w:p w14:paraId="7C16133C" w14:textId="77777777" w:rsidR="00C81E41" w:rsidRPr="00A72E99" w:rsidRDefault="00C81E41" w:rsidP="00C81E41">
      <w:pPr>
        <w:pStyle w:val="berschrift3"/>
        <w:rPr>
          <w:lang w:val="en-GB"/>
        </w:rPr>
      </w:pPr>
      <w:r w:rsidRPr="00A72E99">
        <w:rPr>
          <w:lang w:val="en-GB"/>
        </w:rPr>
        <w:lastRenderedPageBreak/>
        <w:t>Kugel</w:t>
      </w:r>
    </w:p>
    <w:p w14:paraId="0AC5E2D3" w14:textId="77777777" w:rsidR="00833358" w:rsidRPr="00A72E99" w:rsidRDefault="00833358" w:rsidP="00833358">
      <w:pPr>
        <w:rPr>
          <w:lang w:val="en-GB"/>
        </w:rPr>
      </w:pPr>
      <w:bookmarkStart w:id="15" w:name="_Hlk155946756"/>
      <w:r w:rsidRPr="00A72E99">
        <w:rPr>
          <w:lang w:val="en-GB"/>
        </w:rPr>
        <w:t>V =4/3 pi *r^3</w:t>
      </w:r>
    </w:p>
    <w:p w14:paraId="649B812F" w14:textId="77777777" w:rsidR="00833358" w:rsidRPr="00A72E99" w:rsidRDefault="00833358" w:rsidP="00833358">
      <w:pPr>
        <w:rPr>
          <w:lang w:val="en-GB"/>
        </w:rPr>
      </w:pPr>
      <w:r w:rsidRPr="00A72E99">
        <w:rPr>
          <w:lang w:val="en-GB"/>
        </w:rPr>
        <w:t>O =4 pi *r^2</w:t>
      </w:r>
    </w:p>
    <w:bookmarkEnd w:id="15"/>
    <w:p w14:paraId="75ECE4B2" w14:textId="38644D39" w:rsidR="00C81E41" w:rsidRPr="00A72E99" w:rsidRDefault="004B06D5" w:rsidP="00C81E41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83F820" wp14:editId="12475060">
                <wp:simplePos x="0" y="0"/>
                <wp:positionH relativeFrom="margin">
                  <wp:posOffset>13970</wp:posOffset>
                </wp:positionH>
                <wp:positionV relativeFrom="paragraph">
                  <wp:posOffset>151627</wp:posOffset>
                </wp:positionV>
                <wp:extent cx="2628900" cy="2628900"/>
                <wp:effectExtent l="19050" t="19050" r="19050" b="1905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628900"/>
                          <a:chOff x="0" y="0"/>
                          <a:chExt cx="2042795" cy="204279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erader Verbinder 25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2192" y="895050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5FB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3F820" id="Gruppieren 27" o:spid="_x0000_s1185" style="position:absolute;margin-left:1.1pt;margin-top:11.95pt;width:207pt;height:207pt;z-index:251670528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">
                <v:group id="Gruppieren 26" o:spid="_x0000_s1186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Ellipse 21" o:spid="_x0000_s1187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" fillcolor="yellow" strokecolor="black [3213]" strokeweight="3pt"/>
                  <v:oval id="Ellipse 22" o:spid="_x0000_s1188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" fillcolor="#ffc000" strokecolor="#943634 [2405]" strokeweight="3pt"/>
                  <v:line id="Gerader Verbinder 25" o:spid="_x0000_s1189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" strokecolor="#0070c0" strokeweight="3pt"/>
                </v:group>
                <v:shape id="Textfeld 2" o:spid="_x0000_s1190" type="#_x0000_t202" style="position:absolute;left:12421;top:8950;width:3976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0Nv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" filled="f" stroked="f">
                  <v:textbox>
                    <w:txbxContent>
                      <w:p w14:paraId="0B2D5FB3" w14:textId="77777777" w:rsidR="00C81E41" w:rsidRDefault="00C81E41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0E8344" w14:textId="66DC9C47" w:rsidR="00C81E41" w:rsidRPr="00A72E99" w:rsidRDefault="00C81E41" w:rsidP="00C81E41">
      <w:pPr>
        <w:rPr>
          <w:lang w:val="en-GB"/>
        </w:rPr>
      </w:pPr>
    </w:p>
    <w:p w14:paraId="73CE9241" w14:textId="77777777" w:rsidR="00C81E41" w:rsidRPr="00A72E99" w:rsidRDefault="00C81E41" w:rsidP="00C81E41">
      <w:pPr>
        <w:rPr>
          <w:lang w:val="en-GB"/>
        </w:rPr>
      </w:pPr>
    </w:p>
    <w:p w14:paraId="56CDBD8D" w14:textId="77777777" w:rsidR="00C81E41" w:rsidRPr="00A72E99" w:rsidRDefault="00C81E41" w:rsidP="00C81E41">
      <w:pPr>
        <w:rPr>
          <w:lang w:val="en-GB"/>
        </w:rPr>
      </w:pPr>
    </w:p>
    <w:p w14:paraId="2DEDA077" w14:textId="77777777" w:rsidR="00C81E41" w:rsidRPr="00A72E99" w:rsidRDefault="00C81E41" w:rsidP="00C81E41">
      <w:pPr>
        <w:rPr>
          <w:lang w:val="en-GB"/>
        </w:rPr>
      </w:pPr>
    </w:p>
    <w:p w14:paraId="1031D1B2" w14:textId="77777777" w:rsidR="00C81E41" w:rsidRPr="00A72E99" w:rsidRDefault="00C81E41" w:rsidP="00C81E41">
      <w:pPr>
        <w:rPr>
          <w:lang w:val="en-GB"/>
        </w:rPr>
      </w:pPr>
    </w:p>
    <w:p w14:paraId="791F2668" w14:textId="77777777" w:rsidR="00C81E41" w:rsidRPr="00A72E99" w:rsidRDefault="00C81E41" w:rsidP="00C81E41">
      <w:pPr>
        <w:rPr>
          <w:lang w:val="en-GB"/>
        </w:rPr>
      </w:pPr>
    </w:p>
    <w:p w14:paraId="3B115C31" w14:textId="2BA1614E" w:rsidR="00C81E41" w:rsidRDefault="00C81E41" w:rsidP="00C81E41">
      <w:pPr>
        <w:pStyle w:val="berschrift4"/>
      </w:pPr>
      <w:bookmarkStart w:id="16" w:name="_Hlk155951931"/>
      <w:bookmarkStart w:id="17" w:name="_Hlk155946767"/>
      <w:r>
        <w:t>&lt;</w:t>
      </w:r>
      <w:r w:rsidR="00833358">
        <w:t>Bild</w:t>
      </w:r>
      <w:r>
        <w:t>&gt;</w:t>
      </w:r>
      <w:r w:rsidR="00C17806">
        <w:t xml:space="preserve"> </w:t>
      </w:r>
      <w:r>
        <w:t>Bildbeschreibung:</w:t>
      </w:r>
    </w:p>
    <w:p w14:paraId="240A99BF" w14:textId="6FB76FA4" w:rsidR="00C81E41" w:rsidRDefault="00E95A4A" w:rsidP="00CB2549">
      <w:r w:rsidRPr="00E95A4A">
        <w:t>Abbildung einer Kugel mit dem Radius r.</w:t>
      </w:r>
      <w:r w:rsidR="00C81E41">
        <w:br/>
        <w:t>&lt;/</w:t>
      </w:r>
      <w:r w:rsidR="00833358">
        <w:t>Bild</w:t>
      </w:r>
      <w:r w:rsidR="00C81E41">
        <w:t>&gt;</w:t>
      </w:r>
    </w:p>
    <w:bookmarkEnd w:id="16"/>
    <w:p w14:paraId="45B8F4FA" w14:textId="77777777" w:rsidR="00C81E41" w:rsidRPr="00603BE7" w:rsidRDefault="00C81E41" w:rsidP="00C81E41"/>
    <w:bookmarkEnd w:id="17"/>
    <w:p w14:paraId="639AE453" w14:textId="77777777" w:rsidR="00C81E41" w:rsidRDefault="00C81E41" w:rsidP="00C81E41">
      <w:pPr>
        <w:spacing w:after="0" w:line="240" w:lineRule="auto"/>
      </w:pPr>
      <w:r>
        <w:br w:type="page"/>
      </w:r>
    </w:p>
    <w:p w14:paraId="48362542" w14:textId="77777777" w:rsidR="00C81E41" w:rsidRPr="00603BE7" w:rsidRDefault="00C81E41" w:rsidP="00C81E41">
      <w:pPr>
        <w:pStyle w:val="berschrift3"/>
      </w:pPr>
      <w:r w:rsidRPr="00603BE7">
        <w:lastRenderedPageBreak/>
        <w:t>Pythagoras</w:t>
      </w:r>
    </w:p>
    <w:p w14:paraId="5B62186F" w14:textId="77777777" w:rsidR="004723F2" w:rsidRPr="009D61D2" w:rsidRDefault="004723F2" w:rsidP="004723F2">
      <w:bookmarkStart w:id="18" w:name="_Hlk155941902"/>
      <w:r w:rsidRPr="009D61D2">
        <w:t>In jedem rechtwinkligen Dreieck gilt:</w:t>
      </w:r>
    </w:p>
    <w:p w14:paraId="5D503F40" w14:textId="77777777" w:rsidR="004723F2" w:rsidRPr="009D61D2" w:rsidRDefault="004723F2" w:rsidP="004723F2">
      <w:pPr>
        <w:rPr>
          <w:szCs w:val="24"/>
        </w:rPr>
      </w:pPr>
      <w:bookmarkStart w:id="19" w:name="_Hlk155948944"/>
      <w:r w:rsidRPr="009D61D2">
        <w:rPr>
          <w:szCs w:val="24"/>
        </w:rPr>
        <w:t>a</w:t>
      </w:r>
      <w:r>
        <w:rPr>
          <w:szCs w:val="24"/>
        </w:rPr>
        <w:t>^2</w:t>
      </w:r>
      <w:r w:rsidRPr="009D61D2">
        <w:rPr>
          <w:szCs w:val="24"/>
        </w:rPr>
        <w:t xml:space="preserve"> +b</w:t>
      </w:r>
      <w:r>
        <w:rPr>
          <w:szCs w:val="24"/>
        </w:rPr>
        <w:t>^2</w:t>
      </w:r>
      <w:r w:rsidRPr="009D61D2">
        <w:rPr>
          <w:szCs w:val="24"/>
        </w:rPr>
        <w:t xml:space="preserve"> =c</w:t>
      </w:r>
      <w:r>
        <w:rPr>
          <w:szCs w:val="24"/>
        </w:rPr>
        <w:t>^2</w:t>
      </w:r>
    </w:p>
    <w:bookmarkEnd w:id="18"/>
    <w:bookmarkEnd w:id="19"/>
    <w:p w14:paraId="60403E66" w14:textId="77777777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0578DFB" wp14:editId="7DC3B0B0">
                <wp:simplePos x="0" y="0"/>
                <wp:positionH relativeFrom="column">
                  <wp:posOffset>-9884</wp:posOffset>
                </wp:positionH>
                <wp:positionV relativeFrom="paragraph">
                  <wp:posOffset>88017</wp:posOffset>
                </wp:positionV>
                <wp:extent cx="3925985" cy="1924050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985" cy="1924050"/>
                          <a:chOff x="0" y="0"/>
                          <a:chExt cx="3158170" cy="1547572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158170" cy="1547572"/>
                            <a:chOff x="0" y="0"/>
                            <a:chExt cx="3158170" cy="1547572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7239" y="19470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8A7A7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14117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8F9947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0660" y="39991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48BE83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25991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78DFB" id="Gruppieren 266633073" o:spid="_x0000_s1191" style="position:absolute;margin-left:-.8pt;margin-top:6.95pt;width:309.15pt;height:151.5pt;z-index:251667456;mso-width-relative:margin;mso-height-relative:margin" coordsize="31581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">
                <v:group id="Gruppieren 266633070" o:spid="_x0000_s1192" style="position:absolute;width:31581;height:15475" coordsize="31581,1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93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" fillcolor="#ffc000" strokecolor="black [3213]" strokeweight="3pt"/>
                  <v:shape id="Textfeld 2" o:spid="_x0000_s1194" type="#_x0000_t202" style="position:absolute;left:14072;top:1947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7D78A7A7" w14:textId="77777777" w:rsidR="00C81E41" w:rsidRDefault="00C81E41" w:rsidP="00C81E41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95" type="#_x0000_t202" style="position:absolute;left:13752;top:114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4B8F9947" w14:textId="77777777" w:rsidR="00C81E41" w:rsidRDefault="00C81E41" w:rsidP="00C81E41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96" type="#_x0000_t202" style="position:absolute;left:27606;top:3999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6E48BE83" w14:textId="77777777" w:rsidR="00C81E41" w:rsidRDefault="00C81E41" w:rsidP="00C81E41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97" style="position:absolute;left:26259;top:9260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98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</v:group>
            </w:pict>
          </mc:Fallback>
        </mc:AlternateContent>
      </w:r>
    </w:p>
    <w:p w14:paraId="1BA6BEB3" w14:textId="77777777" w:rsidR="00C81E41" w:rsidRDefault="00C81E41" w:rsidP="00C81E41">
      <w:pPr>
        <w:rPr>
          <w:noProof/>
          <w:lang w:eastAsia="de-DE"/>
        </w:rPr>
      </w:pPr>
    </w:p>
    <w:p w14:paraId="66EEA53A" w14:textId="77777777" w:rsidR="00C81E41" w:rsidRDefault="00C81E41" w:rsidP="00C81E41">
      <w:pPr>
        <w:rPr>
          <w:noProof/>
          <w:lang w:eastAsia="de-DE"/>
        </w:rPr>
      </w:pPr>
    </w:p>
    <w:p w14:paraId="6C4597DB" w14:textId="77777777" w:rsidR="00C81E41" w:rsidRPr="009D61D2" w:rsidRDefault="00C81E41" w:rsidP="00C81E41"/>
    <w:p w14:paraId="44DF9B14" w14:textId="77777777" w:rsidR="00C81E41" w:rsidRPr="009D61D2" w:rsidRDefault="00C81E41" w:rsidP="00C81E41"/>
    <w:p w14:paraId="02589405" w14:textId="684DB5E2" w:rsidR="00C81E41" w:rsidRDefault="00C81E41" w:rsidP="00C81E41">
      <w:pPr>
        <w:pStyle w:val="berschrift4"/>
      </w:pPr>
      <w:bookmarkStart w:id="20" w:name="_Hlk155940461"/>
      <w:r>
        <w:t>&lt;</w:t>
      </w:r>
      <w:r w:rsidR="004723F2">
        <w:t>Bild</w:t>
      </w:r>
      <w:r>
        <w:t>&gt;</w:t>
      </w:r>
      <w:r w:rsidR="00C17806">
        <w:t xml:space="preserve"> </w:t>
      </w:r>
      <w:r>
        <w:t>Bildbeschreibung:</w:t>
      </w:r>
    </w:p>
    <w:p w14:paraId="1B3342FC" w14:textId="7323452E" w:rsidR="00C81E41" w:rsidRPr="009D61D2" w:rsidRDefault="00E95A4A" w:rsidP="00C81E41">
      <w:r w:rsidRPr="00E95A4A">
        <w:t>Abbildung eines rechtwinkligen Dreiecks. Die Seiten a und b stehen im rechten Winkel zueinander.</w:t>
      </w:r>
      <w:r w:rsidR="00B53651">
        <w:br/>
      </w:r>
      <w:r w:rsidR="00C81E41">
        <w:t>&lt;/</w:t>
      </w:r>
      <w:r w:rsidR="004723F2">
        <w:t>Bild</w:t>
      </w:r>
      <w:r w:rsidR="00C81E41">
        <w:t>&gt;</w:t>
      </w:r>
    </w:p>
    <w:bookmarkEnd w:id="20"/>
    <w:p w14:paraId="189D75C0" w14:textId="77777777" w:rsidR="00C81E41" w:rsidRPr="009D61D2" w:rsidRDefault="00C81E41" w:rsidP="00C81E41"/>
    <w:p w14:paraId="6BBAF3B4" w14:textId="77777777" w:rsidR="00C81E41" w:rsidRDefault="00C81E41" w:rsidP="00C81E41">
      <w:pPr>
        <w:spacing w:after="0" w:line="240" w:lineRule="auto"/>
        <w:rPr>
          <w:b/>
          <w:bCs/>
          <w:szCs w:val="26"/>
        </w:rPr>
      </w:pPr>
      <w:r>
        <w:br w:type="page"/>
      </w:r>
    </w:p>
    <w:p w14:paraId="682A3D92" w14:textId="77777777" w:rsidR="00B53651" w:rsidRDefault="00B53651" w:rsidP="00B53651">
      <w:pPr>
        <w:pStyle w:val="berschrift3"/>
      </w:pPr>
      <w:r w:rsidRPr="009D61D2">
        <w:lastRenderedPageBreak/>
        <w:t>Prozentformel</w:t>
      </w:r>
    </w:p>
    <w:p w14:paraId="3788FDE1" w14:textId="77777777" w:rsidR="00B53651" w:rsidRPr="00913171" w:rsidRDefault="00B53651" w:rsidP="00B53651">
      <w:r>
        <w:t>P =G *p/100</w:t>
      </w:r>
    </w:p>
    <w:p w14:paraId="1D807389" w14:textId="77777777" w:rsidR="00B53651" w:rsidRPr="009D61D2" w:rsidRDefault="00B53651" w:rsidP="00B53651"/>
    <w:p w14:paraId="63DD1D98" w14:textId="77777777" w:rsidR="00B53651" w:rsidRDefault="00B53651" w:rsidP="00B53651">
      <w:pPr>
        <w:pStyle w:val="berschrift3"/>
      </w:pPr>
      <w:r w:rsidRPr="009D61D2">
        <w:t>Zinsformel</w:t>
      </w:r>
    </w:p>
    <w:p w14:paraId="34C52D5B" w14:textId="77777777" w:rsidR="00B53651" w:rsidRDefault="00B53651" w:rsidP="00B53651">
      <w:r>
        <w:t>Z =K *p/100 *t/360</w:t>
      </w:r>
    </w:p>
    <w:p w14:paraId="0B69CD6F" w14:textId="28DCFA26" w:rsidR="00B53651" w:rsidRDefault="00B53651" w:rsidP="00B53651">
      <w:r>
        <w:t xml:space="preserve">Z </w:t>
      </w:r>
      <w:proofErr w:type="gramStart"/>
      <w:r>
        <w:t>=(</w:t>
      </w:r>
      <w:proofErr w:type="gramEnd"/>
      <w:r>
        <w:t>K *p *t) /(100 *360)</w:t>
      </w:r>
    </w:p>
    <w:p w14:paraId="565D8ED0" w14:textId="77777777" w:rsidR="00B53651" w:rsidRPr="009D61D2" w:rsidRDefault="00B53651" w:rsidP="00B53651"/>
    <w:p w14:paraId="5E3CB22E" w14:textId="3FDCA232" w:rsidR="00B53651" w:rsidRDefault="00B53651" w:rsidP="00B53651">
      <w:pPr>
        <w:pStyle w:val="berschrift3"/>
      </w:pPr>
      <w:r w:rsidRPr="009D61D2">
        <w:t>Zinseszins</w:t>
      </w:r>
    </w:p>
    <w:p w14:paraId="0E472F02" w14:textId="0E14E8E3" w:rsidR="00B53651" w:rsidRDefault="00B53651" w:rsidP="00B53651">
      <w:proofErr w:type="spellStart"/>
      <w:r>
        <w:t>K_n</w:t>
      </w:r>
      <w:proofErr w:type="spellEnd"/>
      <w:r>
        <w:t xml:space="preserve"> =K_0 *(1 +p/</w:t>
      </w:r>
      <w:proofErr w:type="gramStart"/>
      <w:r>
        <w:t>100)^</w:t>
      </w:r>
      <w:proofErr w:type="gramEnd"/>
      <w:r>
        <w:t>n</w:t>
      </w:r>
    </w:p>
    <w:p w14:paraId="5336F3CD" w14:textId="49387A3E" w:rsidR="00B53651" w:rsidRDefault="00B53651" w:rsidP="00B53651">
      <w:proofErr w:type="spellStart"/>
      <w:r>
        <w:t>K_n</w:t>
      </w:r>
      <w:proofErr w:type="spellEnd"/>
      <w:r>
        <w:t xml:space="preserve"> =K_0 *</w:t>
      </w:r>
      <w:proofErr w:type="spellStart"/>
      <w:r>
        <w:t>q^n</w:t>
      </w:r>
      <w:proofErr w:type="spellEnd"/>
    </w:p>
    <w:p w14:paraId="28386BD0" w14:textId="77777777" w:rsidR="00B53651" w:rsidRPr="00B53651" w:rsidRDefault="00B53651" w:rsidP="00B53651"/>
    <w:p w14:paraId="07B2DB47" w14:textId="77777777" w:rsidR="00C81E41" w:rsidRPr="009D61D2" w:rsidRDefault="00C81E41" w:rsidP="00C81E41"/>
    <w:p w14:paraId="7392F627" w14:textId="77777777" w:rsidR="00C81E41" w:rsidRDefault="00C81E41" w:rsidP="00C81E41">
      <w:pPr>
        <w:spacing w:after="0" w:line="240" w:lineRule="auto"/>
        <w:rPr>
          <w:b/>
          <w:bCs/>
          <w:iCs/>
          <w:szCs w:val="28"/>
        </w:rPr>
      </w:pPr>
      <w:r>
        <w:br w:type="page"/>
      </w:r>
    </w:p>
    <w:p w14:paraId="67FA1B52" w14:textId="77777777" w:rsidR="00C81E41" w:rsidRPr="009D61D2" w:rsidRDefault="00C81E41" w:rsidP="00C81E41">
      <w:pPr>
        <w:pStyle w:val="berschrift2"/>
      </w:pPr>
      <w:r w:rsidRPr="009D61D2">
        <w:lastRenderedPageBreak/>
        <w:t>Trigonometrie</w:t>
      </w:r>
    </w:p>
    <w:p w14:paraId="72CA114C" w14:textId="77777777" w:rsidR="004B06D5" w:rsidRDefault="004B06D5" w:rsidP="00C81E41">
      <w:pPr>
        <w:rPr>
          <w:noProof/>
          <w:lang w:eastAsia="de-DE"/>
        </w:rPr>
      </w:pPr>
    </w:p>
    <w:p w14:paraId="00F6FB06" w14:textId="36EB0FCE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0651CF" wp14:editId="58C06A94">
                <wp:simplePos x="0" y="0"/>
                <wp:positionH relativeFrom="margin">
                  <wp:align>left</wp:align>
                </wp:positionH>
                <wp:positionV relativeFrom="paragraph">
                  <wp:posOffset>67310</wp:posOffset>
                </wp:positionV>
                <wp:extent cx="5890895" cy="2217420"/>
                <wp:effectExtent l="0" t="0" r="14605" b="11430"/>
                <wp:wrapNone/>
                <wp:docPr id="266633086" name="Gruppieren 266633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2217420"/>
                          <a:chOff x="0" y="0"/>
                          <a:chExt cx="5891088" cy="2217752"/>
                        </a:xfrm>
                      </wpg:grpSpPr>
                      <wpg:grpSp>
                        <wpg:cNvPr id="266633084" name="Gruppieren 266633084"/>
                        <wpg:cNvGrpSpPr/>
                        <wpg:grpSpPr>
                          <a:xfrm>
                            <a:off x="0" y="0"/>
                            <a:ext cx="5891088" cy="2217752"/>
                            <a:chOff x="0" y="0"/>
                            <a:chExt cx="5891088" cy="2217752"/>
                          </a:xfrm>
                        </wpg:grpSpPr>
                        <wps:wsp>
                          <wps:cNvPr id="266633074" name="Gleichschenkliges Dreieck 266633074"/>
                          <wps:cNvSpPr/>
                          <wps:spPr>
                            <a:xfrm>
                              <a:off x="1757238" y="166978"/>
                              <a:ext cx="4133850" cy="1701800"/>
                            </a:xfrm>
                            <a:custGeom>
                              <a:avLst/>
                              <a:gdLst>
                                <a:gd name="connsiteX0" fmla="*/ 0 w 3784600"/>
                                <a:gd name="connsiteY0" fmla="*/ 1778000 h 1778000"/>
                                <a:gd name="connsiteX1" fmla="*/ 1892300 w 3784600"/>
                                <a:gd name="connsiteY1" fmla="*/ 0 h 1778000"/>
                                <a:gd name="connsiteX2" fmla="*/ 3784600 w 3784600"/>
                                <a:gd name="connsiteY2" fmla="*/ 1778000 h 1778000"/>
                                <a:gd name="connsiteX3" fmla="*/ 0 w 3784600"/>
                                <a:gd name="connsiteY3" fmla="*/ 1778000 h 1778000"/>
                                <a:gd name="connsiteX0" fmla="*/ 0 w 3784600"/>
                                <a:gd name="connsiteY0" fmla="*/ 1638300 h 1638300"/>
                                <a:gd name="connsiteX1" fmla="*/ 831850 w 3784600"/>
                                <a:gd name="connsiteY1" fmla="*/ 0 h 1638300"/>
                                <a:gd name="connsiteX2" fmla="*/ 3784600 w 3784600"/>
                                <a:gd name="connsiteY2" fmla="*/ 1638300 h 1638300"/>
                                <a:gd name="connsiteX3" fmla="*/ 0 w 3784600"/>
                                <a:gd name="connsiteY3" fmla="*/ 1638300 h 1638300"/>
                                <a:gd name="connsiteX0" fmla="*/ 0 w 4133850"/>
                                <a:gd name="connsiteY0" fmla="*/ 1638300 h 1701800"/>
                                <a:gd name="connsiteX1" fmla="*/ 831850 w 4133850"/>
                                <a:gd name="connsiteY1" fmla="*/ 0 h 1701800"/>
                                <a:gd name="connsiteX2" fmla="*/ 4133850 w 4133850"/>
                                <a:gd name="connsiteY2" fmla="*/ 1701800 h 1701800"/>
                                <a:gd name="connsiteX3" fmla="*/ 0 w 4133850"/>
                                <a:gd name="connsiteY3" fmla="*/ 1638300 h 170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33850" h="1701800">
                                  <a:moveTo>
                                    <a:pt x="0" y="1638300"/>
                                  </a:moveTo>
                                  <a:lnTo>
                                    <a:pt x="831850" y="0"/>
                                  </a:lnTo>
                                  <a:lnTo>
                                    <a:pt x="4133850" y="1701800"/>
                                  </a:lnTo>
                                  <a:lnTo>
                                    <a:pt x="0" y="1638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9552"/>
                              <a:ext cx="1479550" cy="825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7DF0C" w14:textId="77777777" w:rsidR="00C81E41" w:rsidRDefault="00C81E41" w:rsidP="00C81E41">
                                <w:r>
                                  <w:t>betreffender Winkel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5749" y="695998"/>
                              <a:ext cx="13081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3526F5" w14:textId="77777777" w:rsidR="00C81E41" w:rsidRDefault="00C81E41" w:rsidP="00C81E41">
                                <w:r>
                                  <w:t>Ankathete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334" y="496957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3BF384" w14:textId="77777777" w:rsidR="00C81E41" w:rsidRDefault="00C81E41" w:rsidP="00C81E41">
                                <w:r>
                                  <w:t>Gegenkathete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9955" y="1836752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A36C" w14:textId="77777777" w:rsidR="00C81E41" w:rsidRDefault="00C81E41" w:rsidP="00C81E41">
                                <w:r>
                                  <w:t>Hypotenuse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6633082" name="Gruppieren 266633082"/>
                          <wpg:cNvGrpSpPr/>
                          <wpg:grpSpPr>
                            <a:xfrm>
                              <a:off x="2349611" y="0"/>
                              <a:ext cx="536575" cy="537210"/>
                              <a:chOff x="0" y="0"/>
                              <a:chExt cx="536575" cy="537210"/>
                            </a:xfrm>
                          </wpg:grpSpPr>
                          <wps:wsp>
                            <wps:cNvPr id="266633080" name="Bogen 266633080"/>
                            <wps:cNvSpPr/>
                            <wps:spPr>
                              <a:xfrm rot="6138676">
                                <a:off x="-317" y="317"/>
                                <a:ext cx="537210" cy="536575"/>
                              </a:xfrm>
                              <a:prstGeom prst="arc">
                                <a:avLst>
                                  <a:gd name="adj1" fmla="val 16200000"/>
                                  <a:gd name="adj2" fmla="val 166045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81" name="Ellipse 266633081"/>
                            <wps:cNvSpPr/>
                            <wps:spPr>
                              <a:xfrm rot="14226879">
                                <a:off x="279083" y="362267"/>
                                <a:ext cx="44450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633083" name="Bogen 266633083"/>
                          <wps:cNvSpPr/>
                          <wps:spPr>
                            <a:xfrm rot="430738">
                              <a:off x="1645920" y="1470992"/>
                              <a:ext cx="537210" cy="536575"/>
                            </a:xfrm>
                            <a:prstGeom prst="arc">
                              <a:avLst>
                                <a:gd name="adj1" fmla="val 16200000"/>
                                <a:gd name="adj2" fmla="val 4358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085" name="Gerade Verbindung mit Pfeil 266633085"/>
                        <wps:cNvCnPr/>
                        <wps:spPr>
                          <a:xfrm>
                            <a:off x="1478943" y="1697604"/>
                            <a:ext cx="508324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651CF" id="Gruppieren 266633086" o:spid="_x0000_s1199" style="position:absolute;margin-left:0;margin-top:5.3pt;width:463.85pt;height:174.6pt;z-index:251668480;mso-position-horizontal:left;mso-position-horizontal-relative:margin" coordsize="58910,2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">
                <v:group id="Gruppieren 266633084" o:spid="_x0000_s1200" style="position:absolute;width:58910;height:22177" coordsize="58910,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HXygAAAOI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">
                  <v:shape id="Gleichschenkliges Dreieck 266633074" o:spid="_x0000_s1201" style="position:absolute;left:17572;top:1669;width:41338;height:17018;visibility:visible;mso-wrap-style:square;v-text-anchor:middle" coordsize="4133850,170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" path="m,1638300l831850,,4133850,1701800,,1638300xe" fillcolor="#ffc000" strokecolor="black [3213]" strokeweight="3pt">
                    <v:path arrowok="t" o:connecttype="custom" o:connectlocs="0,1638300;831850,0;4133850,1701800;0,1638300" o:connectangles="0,0,0,0"/>
                  </v:shape>
                  <v:shape id="Textfeld 2" o:spid="_x0000_s1202" type="#_x0000_t202" style="position:absolute;top:13795;width:14795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">
                    <v:textbox>
                      <w:txbxContent>
                        <w:p w14:paraId="5957DF0C" w14:textId="77777777" w:rsidR="00C81E41" w:rsidRDefault="00C81E41" w:rsidP="00C81E41">
                          <w:r>
                            <w:t>betreffender Winkel</w:t>
                          </w:r>
                        </w:p>
                      </w:txbxContent>
                    </v:textbox>
                  </v:shape>
                  <v:shape id="Textfeld 2" o:spid="_x0000_s1203" type="#_x0000_t202" style="position:absolute;left:9257;top:6959;width:1308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" filled="f" stroked="f">
                    <v:textbox>
                      <w:txbxContent>
                        <w:p w14:paraId="073526F5" w14:textId="77777777" w:rsidR="00C81E41" w:rsidRDefault="00C81E41" w:rsidP="00C81E41">
                          <w:r>
                            <w:t>Ankathete</w:t>
                          </w:r>
                        </w:p>
                      </w:txbxContent>
                    </v:textbox>
                  </v:shape>
                  <v:shape id="Textfeld 2" o:spid="_x0000_s1204" type="#_x0000_t202" style="position:absolute;left:38643;top:4969;width:1720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" filled="f" stroked="f">
                    <v:textbox>
                      <w:txbxContent>
                        <w:p w14:paraId="0F3BF384" w14:textId="77777777" w:rsidR="00C81E41" w:rsidRDefault="00C81E41" w:rsidP="00C81E41">
                          <w:r>
                            <w:t>Gegenkathete</w:t>
                          </w:r>
                        </w:p>
                      </w:txbxContent>
                    </v:textbox>
                  </v:shape>
                  <v:shape id="Textfeld 2" o:spid="_x0000_s1205" type="#_x0000_t202" style="position:absolute;left:26199;top:18367;width:1720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" filled="f" stroked="f">
                    <v:textbox>
                      <w:txbxContent>
                        <w:p w14:paraId="50C9A36C" w14:textId="77777777" w:rsidR="00C81E41" w:rsidRDefault="00C81E41" w:rsidP="00C81E41">
                          <w:r>
                            <w:t>Hypotenuse</w:t>
                          </w:r>
                        </w:p>
                      </w:txbxContent>
                    </v:textbox>
                  </v:shape>
                  <v:group id="Gruppieren 266633082" o:spid="_x0000_s1206" style="position:absolute;left:23496;width:5365;height:5372" coordsize="5365,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<v:shape id="Bogen 266633080" o:spid="_x0000_s1207" style="position:absolute;left:-3;top:3;width:5372;height:5365;rotation:670507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" path="m268605,nsc362573,,449709,49048,498377,129336v48744,80413,51796,180443,8044,263672l268605,268288,268605,xem268605,nfc362573,,449709,49048,498377,129336v48744,80413,51796,180443,8044,263672e" filled="f" strokecolor="black [3213]" strokeweight="2.25pt">
                      <v:path arrowok="t" o:connecttype="custom" o:connectlocs="268605,0;498377,129336;506421,393008" o:connectangles="0,0,0"/>
                    </v:shape>
                    <v:oval id="Ellipse 266633081" o:spid="_x0000_s1208" style="position:absolute;left:2790;top:3623;width:445;height:438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" fillcolor="black [3213]" stroked="f" strokeweight="2pt"/>
                  </v:group>
                  <v:shape id="Bogen 266633083" o:spid="_x0000_s1209" style="position:absolute;left:16459;top:14709;width:5372;height:5366;rotation:47048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" path="m268605,nsc345709,,419094,33095,470085,90862v51072,57860,74741,134877,64963,211392l268605,268288,268605,xem268605,nfc345709,,419094,33095,470085,90862v51072,57860,74741,134877,64963,211392e" filled="f" strokecolor="black [3213]" strokeweight="2.25pt">
                    <v:path arrowok="t" o:connecttype="custom" o:connectlocs="268605,0;470085,90862;535048,302254" o:connectangles="0,0,0"/>
                  </v:shape>
                </v:group>
                <v:shape id="Gerade Verbindung mit Pfeil 266633085" o:spid="_x0000_s1210" type="#_x0000_t32" style="position:absolute;left:14789;top:16976;width:5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" strokecolor="black [3213]" strokeweight="2.25pt">
                  <v:stroke endarrow="block"/>
                </v:shape>
                <w10:wrap anchorx="margin"/>
              </v:group>
            </w:pict>
          </mc:Fallback>
        </mc:AlternateContent>
      </w:r>
    </w:p>
    <w:p w14:paraId="1E08CDAE" w14:textId="77777777" w:rsidR="00C81E41" w:rsidRDefault="00C81E41" w:rsidP="00C81E41">
      <w:pPr>
        <w:rPr>
          <w:noProof/>
          <w:lang w:eastAsia="de-DE"/>
        </w:rPr>
      </w:pPr>
    </w:p>
    <w:p w14:paraId="52C73E0A" w14:textId="77777777" w:rsidR="00C81E41" w:rsidRDefault="00C81E41" w:rsidP="00C81E41">
      <w:pPr>
        <w:rPr>
          <w:noProof/>
          <w:lang w:eastAsia="de-DE"/>
        </w:rPr>
      </w:pPr>
    </w:p>
    <w:p w14:paraId="40A3E2F5" w14:textId="77777777" w:rsidR="00C81E41" w:rsidRDefault="00C81E41" w:rsidP="00C81E41">
      <w:pPr>
        <w:rPr>
          <w:noProof/>
          <w:lang w:eastAsia="de-DE"/>
        </w:rPr>
      </w:pPr>
    </w:p>
    <w:p w14:paraId="6A46A093" w14:textId="77777777" w:rsidR="00C81E41" w:rsidRDefault="00C81E41" w:rsidP="00C81E41">
      <w:pPr>
        <w:rPr>
          <w:noProof/>
          <w:lang w:eastAsia="de-DE"/>
        </w:rPr>
      </w:pPr>
    </w:p>
    <w:p w14:paraId="328B23DC" w14:textId="77777777" w:rsidR="00C81E41" w:rsidRPr="009D61D2" w:rsidRDefault="00C81E41" w:rsidP="00C81E41"/>
    <w:p w14:paraId="1EEB7D73" w14:textId="77777777" w:rsidR="00C81E41" w:rsidRDefault="00C81E41" w:rsidP="004B06D5">
      <w:pPr>
        <w:pStyle w:val="berschrift4"/>
      </w:pPr>
      <w:r w:rsidRPr="009D61D2">
        <w:t>Im rechtwinkligen Dreieck gilt:</w:t>
      </w:r>
    </w:p>
    <w:p w14:paraId="728E2C71" w14:textId="77777777" w:rsidR="00B53651" w:rsidRPr="003C579A" w:rsidRDefault="00B53651" w:rsidP="00B53651">
      <w:bookmarkStart w:id="21" w:name="_Hlk155946865"/>
      <w:r w:rsidRPr="003C579A">
        <w:t>sin(Winkel) =Gegenkathete/Hypotenuse</w:t>
      </w:r>
    </w:p>
    <w:p w14:paraId="0622405A" w14:textId="506440D9" w:rsidR="00B53651" w:rsidRPr="003C579A" w:rsidRDefault="00B53651" w:rsidP="00B53651">
      <w:r w:rsidRPr="003C579A">
        <w:t>cos(Winkel) =Ankathete/Hypotenuse</w:t>
      </w:r>
    </w:p>
    <w:p w14:paraId="4375A1D8" w14:textId="3A90707D" w:rsidR="00B53651" w:rsidRPr="003C579A" w:rsidRDefault="00B53651" w:rsidP="00B53651">
      <w:r w:rsidRPr="003C579A">
        <w:t>tan(Winkel) =Gegenkathete/Ankathete</w:t>
      </w:r>
    </w:p>
    <w:bookmarkEnd w:id="21"/>
    <w:p w14:paraId="4B38660A" w14:textId="77777777" w:rsidR="00C81E41" w:rsidRPr="009D61D2" w:rsidRDefault="00C81E41" w:rsidP="00C81E41"/>
    <w:p w14:paraId="45DC0F97" w14:textId="5AA194C6" w:rsidR="00B53651" w:rsidRDefault="00B53651" w:rsidP="00B53651">
      <w:pPr>
        <w:pStyle w:val="berschrift4"/>
      </w:pPr>
      <w:bookmarkStart w:id="22" w:name="_Hlk155946884"/>
      <w:r>
        <w:t>&lt;</w:t>
      </w:r>
      <w:r w:rsidR="004723F2">
        <w:t>Bild</w:t>
      </w:r>
      <w:r>
        <w:t>&gt;</w:t>
      </w:r>
      <w:r w:rsidR="00C17806">
        <w:t xml:space="preserve"> </w:t>
      </w:r>
      <w:r>
        <w:t>Bildbeschreibung:</w:t>
      </w:r>
    </w:p>
    <w:p w14:paraId="056B6C89" w14:textId="375420BA" w:rsidR="00C81E41" w:rsidRDefault="00E95A4A" w:rsidP="00B53651">
      <w:r w:rsidRPr="00E95A4A">
        <w:t>Abbildung eines rechtwinkligen Dreiecks. Die Ankathete und die Gegenkathete stehen im rechten Winkel aufeinander. Die Hypotenuse ist die lange dritte Dreieckseite.</w:t>
      </w:r>
      <w:r w:rsidR="00B53651">
        <w:br/>
        <w:t>&lt;/</w:t>
      </w:r>
      <w:r w:rsidR="004723F2">
        <w:t>Bild</w:t>
      </w:r>
      <w:r w:rsidR="00B53651">
        <w:t xml:space="preserve">&gt; </w:t>
      </w:r>
      <w:bookmarkEnd w:id="22"/>
      <w:r w:rsidR="00C81E41">
        <w:br w:type="page"/>
      </w:r>
    </w:p>
    <w:p w14:paraId="052F8A48" w14:textId="20E0BBA4" w:rsidR="00C81E41" w:rsidRDefault="00B53651" w:rsidP="00C81E41">
      <w:pPr>
        <w:rPr>
          <w:noProof/>
          <w:lang w:eastAsia="de-DE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88B4A0F" wp14:editId="32BE1D2E">
                <wp:simplePos x="0" y="0"/>
                <wp:positionH relativeFrom="column">
                  <wp:posOffset>104775</wp:posOffset>
                </wp:positionH>
                <wp:positionV relativeFrom="paragraph">
                  <wp:posOffset>-238125</wp:posOffset>
                </wp:positionV>
                <wp:extent cx="4864696" cy="3533331"/>
                <wp:effectExtent l="0" t="0" r="0" b="0"/>
                <wp:wrapNone/>
                <wp:docPr id="693495808" name="Gruppieren 693495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696" cy="3533331"/>
                          <a:chOff x="0" y="0"/>
                          <a:chExt cx="4864696" cy="3533331"/>
                        </a:xfrm>
                      </wpg:grpSpPr>
                      <wpg:grpSp>
                        <wpg:cNvPr id="75" name="Gruppieren 75"/>
                        <wpg:cNvGrpSpPr/>
                        <wpg:grpSpPr>
                          <a:xfrm>
                            <a:off x="0" y="0"/>
                            <a:ext cx="4864696" cy="3533331"/>
                            <a:chOff x="0" y="0"/>
                            <a:chExt cx="4864696" cy="3533331"/>
                          </a:xfrm>
                        </wpg:grpSpPr>
                        <wps:wsp>
                          <wps:cNvPr id="266633087" name="Gleichschenkliges Dreieck 266633087"/>
                          <wps:cNvSpPr/>
                          <wps:spPr>
                            <a:xfrm>
                              <a:off x="120701" y="438912"/>
                              <a:ext cx="4168239" cy="2202873"/>
                            </a:xfrm>
                            <a:custGeom>
                              <a:avLst/>
                              <a:gdLst>
                                <a:gd name="connsiteX0" fmla="*/ 0 w 4168140"/>
                                <a:gd name="connsiteY0" fmla="*/ 2202815 h 2202815"/>
                                <a:gd name="connsiteX1" fmla="*/ 208407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2202815 h 2202815"/>
                                <a:gd name="connsiteX1" fmla="*/ 307566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68140" h="2202815">
                                  <a:moveTo>
                                    <a:pt x="0" y="2202815"/>
                                  </a:moveTo>
                                  <a:lnTo>
                                    <a:pt x="3075660" y="0"/>
                                  </a:lnTo>
                                  <a:lnTo>
                                    <a:pt x="4168140" y="2202815"/>
                                  </a:lnTo>
                                  <a:lnTo>
                                    <a:pt x="0" y="2202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Bogen 71"/>
                          <wps:cNvSpPr/>
                          <wps:spPr>
                            <a:xfrm rot="2111897">
                              <a:off x="0" y="1894637"/>
                              <a:ext cx="1255395" cy="1254125"/>
                            </a:xfrm>
                            <a:prstGeom prst="arc">
                              <a:avLst>
                                <a:gd name="adj1" fmla="val 16200000"/>
                                <a:gd name="adj2" fmla="val 20173301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Bogen 73"/>
                          <wps:cNvSpPr/>
                          <wps:spPr>
                            <a:xfrm rot="9387679">
                              <a:off x="2585923" y="0"/>
                              <a:ext cx="951230" cy="1033145"/>
                            </a:xfrm>
                            <a:prstGeom prst="arc">
                              <a:avLst>
                                <a:gd name="adj1" fmla="val 14940450"/>
                                <a:gd name="adj2" fmla="val 20809018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Bogen 74"/>
                          <wps:cNvSpPr/>
                          <wps:spPr>
                            <a:xfrm rot="16035031">
                              <a:off x="3361334" y="2029968"/>
                              <a:ext cx="1548130" cy="1458595"/>
                            </a:xfrm>
                            <a:prstGeom prst="arc">
                              <a:avLst>
                                <a:gd name="adj1" fmla="val 16962968"/>
                                <a:gd name="adj2" fmla="val 209795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650" y="1037816"/>
                            <a:ext cx="37020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BDA9B" w14:textId="77777777" w:rsidR="00B53651" w:rsidRDefault="00B53651" w:rsidP="00B5365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0528" y="1144402"/>
                            <a:ext cx="37020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EE67B8" w14:textId="77777777" w:rsidR="00B53651" w:rsidRDefault="00B53651" w:rsidP="00B5365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1730" y="2681492"/>
                            <a:ext cx="37020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DB79D" w14:textId="77777777" w:rsidR="00B53651" w:rsidRDefault="00B53651" w:rsidP="00B5365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8054" y="2266366"/>
                            <a:ext cx="1149985" cy="48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49DD99" w14:textId="77777777" w:rsidR="00B53651" w:rsidRDefault="00B53651" w:rsidP="00B53651">
                              <w:proofErr w:type="spellStart"/>
                              <w:r>
                                <w:t>alpha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83696" y="403907"/>
                            <a:ext cx="1149985" cy="48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C70F13" w14:textId="77777777" w:rsidR="00B53651" w:rsidRDefault="00B53651" w:rsidP="00B53651">
                              <w:proofErr w:type="spellStart"/>
                              <w:r>
                                <w:t>gamma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6135" y="2232707"/>
                            <a:ext cx="790575" cy="392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A133C" w14:textId="77777777" w:rsidR="00B53651" w:rsidRDefault="00B53651" w:rsidP="00B53651">
                              <w:proofErr w:type="spellStart"/>
                              <w:r>
                                <w:t>beta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5" name="Gerade Verbindung mit Pfeil 95"/>
                        <wps:cNvCnPr/>
                        <wps:spPr>
                          <a:xfrm flipH="1">
                            <a:off x="3029301" y="639519"/>
                            <a:ext cx="543560" cy="1898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B4A0F" id="Gruppieren 693495808" o:spid="_x0000_s1211" style="position:absolute;margin-left:8.25pt;margin-top:-18.75pt;width:383.05pt;height:278.2pt;z-index:251674624" coordsize="48646,35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">
                <v:group id="Gruppieren 75" o:spid="_x0000_s1212" style="position:absolute;width:48646;height:35333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Gleichschenkliges Dreieck 266633087" o:spid="_x0000_s1213" style="position:absolute;left:1207;top:4389;width:41682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" path="m,2202815l3075660,,4168140,2202815,,2202815xe" fillcolor="#c1efff" strokecolor="black [3213]" strokeweight="3pt">
                    <v:path arrowok="t" o:connecttype="custom" o:connectlocs="0,2202873;3075733,0;4168239,2202873;0,2202873" o:connectangles="0,0,0,0"/>
                  </v:shape>
                  <v:shape id="Bogen 71" o:spid="_x0000_s1214" style="position:absolute;top:18946;width:12553;height:12541;rotation:2306755fd;visibility:visible;mso-wrap-style:square;v-text-anchor:middle" coordsize="1255395,125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" path="m627697,nsc876403,,1101654,146691,1202017,374017l627698,627063v,-209021,-1,-418042,-1,-627063xem627697,nfc876403,,1101654,146691,1202017,374017e" filled="f" strokecolor="black [3213]" strokeweight="2.25pt">
                    <v:path arrowok="t" o:connecttype="custom" o:connectlocs="627697,0;1202017,374017" o:connectangles="0,0"/>
                  </v:shape>
                  <v:shape id="Bogen 73" o:spid="_x0000_s1215" style="position:absolute;left:25859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<v:path arrowok="t" o:connecttype="custom" o:connectlocs="292652,39752;712809,68824;940541,407671" o:connectangles="0,0,0"/>
                  </v:shape>
                  <v:shape id="Bogen 74" o:spid="_x0000_s1216" style="position:absolute;left:33613;top:20300;width:15481;height:14585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" path="m935037,15944nsc1239049,76840,1474920,303152,1534011,590643l774065,729298,935037,15944xem935037,15944nfc1239049,76840,1474920,303152,1534011,590643e" filled="f" strokecolor="black [3213]" strokeweight="2.25pt">
                    <v:path arrowok="t" o:connecttype="custom" o:connectlocs="935037,15944;1534011,590643" o:connectangles="0,0"/>
                  </v:shape>
                </v:group>
                <v:shape id="Textfeld 2" o:spid="_x0000_s1217" type="#_x0000_t202" style="position:absolute;left:15146;top:1037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77ABDA9B" w14:textId="77777777" w:rsidR="00B53651" w:rsidRDefault="00B53651" w:rsidP="00B53651">
                        <w:r>
                          <w:t>b</w:t>
                        </w:r>
                      </w:p>
                    </w:txbxContent>
                  </v:textbox>
                </v:shape>
                <v:shape id="Textfeld 2" o:spid="_x0000_s1218" type="#_x0000_t202" style="position:absolute;left:37305;top:11444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16EE67B8" w14:textId="77777777" w:rsidR="00B53651" w:rsidRDefault="00B53651" w:rsidP="00B53651">
                        <w:r>
                          <w:t>a</w:t>
                        </w:r>
                      </w:p>
                    </w:txbxContent>
                  </v:textbox>
                </v:shape>
                <v:shape id="Textfeld 2" o:spid="_x0000_s1219" type="#_x0000_t202" style="position:absolute;left:21317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530DB79D" w14:textId="77777777" w:rsidR="00B53651" w:rsidRDefault="00B53651" w:rsidP="00B53651">
                        <w:r>
                          <w:t>c</w:t>
                        </w:r>
                      </w:p>
                    </w:txbxContent>
                  </v:textbox>
                </v:shape>
                <v:shape id="Textfeld 2" o:spid="_x0000_s1220" type="#_x0000_t202" style="position:absolute;left:4880;top:22663;width:11500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5049DD99" w14:textId="77777777" w:rsidR="00B53651" w:rsidRDefault="00B53651" w:rsidP="00B53651">
                        <w:proofErr w:type="spellStart"/>
                        <w:r>
                          <w:t>alpha</w:t>
                        </w:r>
                        <w:proofErr w:type="spellEnd"/>
                      </w:p>
                    </w:txbxContent>
                  </v:textbox>
                </v:shape>
                <v:shape id="Textfeld 2" o:spid="_x0000_s1221" type="#_x0000_t202" style="position:absolute;left:34836;top:4039;width:11500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3CC70F13" w14:textId="77777777" w:rsidR="00B53651" w:rsidRDefault="00B53651" w:rsidP="00B53651">
                        <w:proofErr w:type="spellStart"/>
                        <w:r>
                          <w:t>gamma</w:t>
                        </w:r>
                        <w:proofErr w:type="spellEnd"/>
                      </w:p>
                    </w:txbxContent>
                  </v:textbox>
                </v:shape>
                <v:shape id="Textfeld 2" o:spid="_x0000_s1222" type="#_x0000_t202" style="position:absolute;left:35061;top:22327;width:7906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3B9A133C" w14:textId="77777777" w:rsidR="00B53651" w:rsidRDefault="00B53651" w:rsidP="00B53651">
                        <w:proofErr w:type="spellStart"/>
                        <w:r>
                          <w:t>beta</w:t>
                        </w:r>
                        <w:proofErr w:type="spellEnd"/>
                      </w:p>
                    </w:txbxContent>
                  </v:textbox>
                </v:shape>
                <v:shape id="Gerade Verbindung mit Pfeil 95" o:spid="_x0000_s1223" type="#_x0000_t32" style="position:absolute;left:30293;top:6395;width:5435;height:18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" strokecolor="black [3213]" strokeweight="3pt">
                  <v:stroke endarrow="block"/>
                </v:shape>
              </v:group>
            </w:pict>
          </mc:Fallback>
        </mc:AlternateContent>
      </w:r>
    </w:p>
    <w:p w14:paraId="0BD89CB7" w14:textId="77777777" w:rsidR="00C81E41" w:rsidRDefault="00C81E41" w:rsidP="00C81E41">
      <w:pPr>
        <w:rPr>
          <w:noProof/>
          <w:lang w:eastAsia="de-DE"/>
        </w:rPr>
      </w:pPr>
    </w:p>
    <w:p w14:paraId="1000C092" w14:textId="77777777" w:rsidR="00C81E41" w:rsidRDefault="00C81E41" w:rsidP="00C81E41">
      <w:pPr>
        <w:rPr>
          <w:noProof/>
          <w:lang w:eastAsia="de-DE"/>
        </w:rPr>
      </w:pPr>
    </w:p>
    <w:p w14:paraId="07E85B56" w14:textId="77777777" w:rsidR="00C81E41" w:rsidRDefault="00C81E41" w:rsidP="00C81E41">
      <w:pPr>
        <w:rPr>
          <w:noProof/>
          <w:lang w:eastAsia="de-DE"/>
        </w:rPr>
      </w:pPr>
    </w:p>
    <w:p w14:paraId="7804B1DA" w14:textId="77777777" w:rsidR="00C81E41" w:rsidRPr="0044414B" w:rsidRDefault="00C81E41" w:rsidP="00C81E41">
      <w:pPr>
        <w:rPr>
          <w:noProof/>
          <w:lang w:eastAsia="de-DE"/>
        </w:rPr>
      </w:pPr>
    </w:p>
    <w:p w14:paraId="67280090" w14:textId="0DE071AF" w:rsidR="00C81E41" w:rsidRDefault="00C81E41" w:rsidP="00C81E41">
      <w:pPr>
        <w:rPr>
          <w:noProof/>
          <w:lang w:eastAsia="de-DE"/>
        </w:rPr>
      </w:pPr>
    </w:p>
    <w:p w14:paraId="7675ED29" w14:textId="77777777" w:rsidR="00B53651" w:rsidRDefault="00B53651" w:rsidP="00C81E41">
      <w:pPr>
        <w:rPr>
          <w:noProof/>
          <w:lang w:eastAsia="de-DE"/>
        </w:rPr>
      </w:pPr>
    </w:p>
    <w:p w14:paraId="1CAEF90B" w14:textId="1E5E1B67" w:rsidR="00C81E41" w:rsidRDefault="00C81E41" w:rsidP="00C81E41">
      <w:pPr>
        <w:pStyle w:val="berschrift4"/>
        <w:rPr>
          <w:lang w:val="es-ES"/>
        </w:rPr>
      </w:pPr>
      <w:bookmarkStart w:id="23" w:name="_Hlk155946919"/>
      <w:r>
        <w:rPr>
          <w:lang w:val="es-ES"/>
        </w:rPr>
        <w:t>&lt;</w:t>
      </w:r>
      <w:r w:rsidR="004723F2">
        <w:rPr>
          <w:lang w:val="es-ES"/>
        </w:rPr>
        <w:t>Bild</w:t>
      </w:r>
      <w:r>
        <w:rPr>
          <w:lang w:val="es-ES"/>
        </w:rPr>
        <w:t>&gt;</w:t>
      </w:r>
      <w:r w:rsidR="00C17806">
        <w:rPr>
          <w:lang w:val="es-ES"/>
        </w:rPr>
        <w:t xml:space="preserve"> </w:t>
      </w:r>
      <w:bookmarkStart w:id="24" w:name="_GoBack"/>
      <w:bookmarkEnd w:id="24"/>
      <w:r>
        <w:rPr>
          <w:lang w:val="es-ES"/>
        </w:rPr>
        <w:t>Bildbeschreibung:</w:t>
      </w:r>
    </w:p>
    <w:p w14:paraId="7F94EBB1" w14:textId="70B9477C" w:rsidR="00C81E41" w:rsidRDefault="00E95A4A" w:rsidP="00E95A4A">
      <w:pPr>
        <w:rPr>
          <w:szCs w:val="36"/>
          <w:lang w:val="es-ES"/>
        </w:rPr>
      </w:pPr>
      <w:r w:rsidRPr="00E95A4A">
        <w:rPr>
          <w:szCs w:val="36"/>
          <w:lang w:val="es-ES"/>
        </w:rPr>
        <w:t>Abbildung eines Dreiecks mit den Winkeln α,</w:t>
      </w:r>
      <w:r>
        <w:rPr>
          <w:szCs w:val="36"/>
          <w:lang w:val="es-ES"/>
        </w:rPr>
        <w:t xml:space="preserve"> </w:t>
      </w:r>
      <w:r w:rsidRPr="00E95A4A">
        <w:rPr>
          <w:szCs w:val="36"/>
          <w:lang w:val="es-ES"/>
        </w:rPr>
        <w:t>β</w:t>
      </w:r>
      <w:r>
        <w:rPr>
          <w:szCs w:val="36"/>
          <w:lang w:val="es-ES"/>
        </w:rPr>
        <w:t xml:space="preserve"> und </w:t>
      </w:r>
      <w:r w:rsidRPr="00E95A4A">
        <w:rPr>
          <w:szCs w:val="36"/>
          <w:lang w:val="es-ES"/>
        </w:rPr>
        <w:t>γ.</w:t>
      </w:r>
      <w:r>
        <w:rPr>
          <w:szCs w:val="36"/>
          <w:lang w:val="es-ES"/>
        </w:rPr>
        <w:br/>
      </w:r>
      <w:r w:rsidRPr="00E95A4A">
        <w:rPr>
          <w:szCs w:val="36"/>
          <w:lang w:val="es-ES"/>
        </w:rPr>
        <w:t xml:space="preserve">Die Kanten </w:t>
      </w:r>
      <w:bookmarkStart w:id="25" w:name="_Hlk155940530"/>
      <w:r w:rsidRPr="00E95A4A">
        <w:rPr>
          <w:szCs w:val="36"/>
          <w:lang w:val="es-ES"/>
        </w:rPr>
        <w:t>a, b und c haben unterschiedliche Längen</w:t>
      </w:r>
      <w:bookmarkEnd w:id="25"/>
      <w:r w:rsidRPr="00E95A4A">
        <w:rPr>
          <w:szCs w:val="36"/>
          <w:lang w:val="es-ES"/>
        </w:rPr>
        <w:t>.</w:t>
      </w:r>
      <w:r w:rsidR="00C81E41">
        <w:rPr>
          <w:szCs w:val="36"/>
          <w:lang w:val="es-ES"/>
        </w:rPr>
        <w:br/>
        <w:t>&lt;/</w:t>
      </w:r>
      <w:r w:rsidR="004723F2">
        <w:rPr>
          <w:szCs w:val="36"/>
          <w:lang w:val="es-ES"/>
        </w:rPr>
        <w:t>Bild</w:t>
      </w:r>
      <w:r w:rsidR="00C81E41">
        <w:rPr>
          <w:szCs w:val="36"/>
          <w:lang w:val="es-ES"/>
        </w:rPr>
        <w:t>&gt;</w:t>
      </w:r>
    </w:p>
    <w:bookmarkEnd w:id="23"/>
    <w:p w14:paraId="0F22D732" w14:textId="77777777" w:rsidR="00C81E41" w:rsidRPr="0044414B" w:rsidRDefault="00C81E41" w:rsidP="00C81E41">
      <w:pPr>
        <w:rPr>
          <w:lang w:val="es-ES"/>
        </w:rPr>
      </w:pPr>
    </w:p>
    <w:p w14:paraId="46A6503C" w14:textId="77777777" w:rsidR="00C81E41" w:rsidRDefault="00C81E41" w:rsidP="004B06D5">
      <w:pPr>
        <w:pStyle w:val="berschrift4"/>
      </w:pPr>
      <w:r>
        <w:t>Im allgemeinen Dreieck gilt:</w:t>
      </w:r>
    </w:p>
    <w:p w14:paraId="7560FB0A" w14:textId="77777777" w:rsidR="00C81E41" w:rsidRDefault="00C81E41" w:rsidP="00C81E41">
      <w:r>
        <w:t>Kosinussatz:</w:t>
      </w:r>
    </w:p>
    <w:p w14:paraId="6AAAEA97" w14:textId="5C1C1FD1" w:rsidR="00B53651" w:rsidRPr="00A72E99" w:rsidRDefault="00B53651" w:rsidP="00B53651">
      <w:bookmarkStart w:id="26" w:name="_Hlk155947061"/>
      <w:r w:rsidRPr="00A72E99">
        <w:t xml:space="preserve">a^2 =b^2 +c^2 -2bc *cos </w:t>
      </w:r>
      <w:r w:rsidR="007D2B96" w:rsidRPr="00A72E99">
        <w:t>(</w:t>
      </w:r>
      <w:proofErr w:type="spellStart"/>
      <w:r w:rsidRPr="00A72E99">
        <w:t>alpha</w:t>
      </w:r>
      <w:proofErr w:type="spellEnd"/>
      <w:r w:rsidR="007D2B96" w:rsidRPr="00A72E99">
        <w:t>)</w:t>
      </w:r>
    </w:p>
    <w:p w14:paraId="39F6A023" w14:textId="47FF3571" w:rsidR="00B53651" w:rsidRPr="00E75847" w:rsidRDefault="00B53651" w:rsidP="00B53651">
      <w:pPr>
        <w:rPr>
          <w:lang w:val="en-GB"/>
        </w:rPr>
      </w:pPr>
      <w:r w:rsidRPr="00E75847">
        <w:rPr>
          <w:lang w:val="en-GB"/>
        </w:rPr>
        <w:t xml:space="preserve">b^2 =a^2 +c^2 -2ab *cos </w:t>
      </w:r>
      <w:r w:rsidR="007D2B96">
        <w:rPr>
          <w:lang w:val="en-GB"/>
        </w:rPr>
        <w:t>(</w:t>
      </w:r>
      <w:r w:rsidRPr="00E75847">
        <w:rPr>
          <w:lang w:val="en-GB"/>
        </w:rPr>
        <w:t>beta</w:t>
      </w:r>
      <w:r w:rsidR="007D2B96">
        <w:rPr>
          <w:lang w:val="en-GB"/>
        </w:rPr>
        <w:t>)</w:t>
      </w:r>
    </w:p>
    <w:p w14:paraId="456A2D2A" w14:textId="1F4AF7B7" w:rsidR="00B53651" w:rsidRPr="0023513B" w:rsidRDefault="00B53651" w:rsidP="00B53651">
      <w:r w:rsidRPr="0023513B">
        <w:t xml:space="preserve">c^2 =a^2 +b^2 -2ab *cos </w:t>
      </w:r>
      <w:r w:rsidR="007D2B96">
        <w:t>(</w:t>
      </w:r>
      <w:proofErr w:type="spellStart"/>
      <w:r w:rsidRPr="0023513B">
        <w:t>gamma</w:t>
      </w:r>
      <w:proofErr w:type="spellEnd"/>
      <w:r w:rsidR="007D2B96">
        <w:t>)</w:t>
      </w:r>
    </w:p>
    <w:bookmarkEnd w:id="26"/>
    <w:p w14:paraId="22844E3C" w14:textId="5E275808" w:rsidR="00E95A4A" w:rsidRDefault="00E95A4A">
      <w:pPr>
        <w:spacing w:after="0" w:line="240" w:lineRule="auto"/>
        <w:rPr>
          <w:szCs w:val="36"/>
          <w:lang w:val="es-ES"/>
        </w:rPr>
      </w:pPr>
      <w:r>
        <w:rPr>
          <w:szCs w:val="36"/>
          <w:lang w:val="es-ES"/>
        </w:rPr>
        <w:br w:type="page"/>
      </w:r>
    </w:p>
    <w:p w14:paraId="48BA1BE1" w14:textId="0FD500D1" w:rsidR="00C81E41" w:rsidRDefault="00C81E41" w:rsidP="00C81E41">
      <w:pPr>
        <w:pStyle w:val="berschrift4"/>
        <w:rPr>
          <w:lang w:val="es-ES"/>
        </w:rPr>
      </w:pPr>
      <w:r w:rsidRPr="00E25649">
        <w:rPr>
          <w:lang w:val="es-ES"/>
        </w:rPr>
        <w:lastRenderedPageBreak/>
        <w:t>Sinussatz:</w:t>
      </w:r>
    </w:p>
    <w:p w14:paraId="149D4D80" w14:textId="64201402" w:rsidR="00D0099F" w:rsidRPr="007D2B96" w:rsidRDefault="00D0099F" w:rsidP="00D0099F">
      <w:pPr>
        <w:rPr>
          <w:lang w:val="es-ES"/>
        </w:rPr>
      </w:pPr>
      <w:r w:rsidRPr="007D2B96">
        <w:rPr>
          <w:lang w:val="es-ES"/>
        </w:rPr>
        <w:t xml:space="preserve">a /sin </w:t>
      </w:r>
      <w:r w:rsidR="007D2B96" w:rsidRPr="007D2B96">
        <w:rPr>
          <w:lang w:val="es-ES"/>
        </w:rPr>
        <w:t>(</w:t>
      </w:r>
      <w:r w:rsidRPr="007D2B96">
        <w:rPr>
          <w:lang w:val="es-ES"/>
        </w:rPr>
        <w:t>alpha</w:t>
      </w:r>
      <w:r w:rsidR="007D2B96" w:rsidRPr="007D2B96">
        <w:rPr>
          <w:lang w:val="es-ES"/>
        </w:rPr>
        <w:t>)</w:t>
      </w:r>
      <w:r w:rsidRPr="007D2B96">
        <w:rPr>
          <w:lang w:val="es-ES"/>
        </w:rPr>
        <w:t xml:space="preserve"> =b /sin </w:t>
      </w:r>
      <w:r w:rsidR="007D2B96" w:rsidRPr="007D2B96">
        <w:rPr>
          <w:lang w:val="es-ES"/>
        </w:rPr>
        <w:t>(</w:t>
      </w:r>
      <w:r w:rsidRPr="007D2B96">
        <w:rPr>
          <w:lang w:val="es-ES"/>
        </w:rPr>
        <w:t>beta</w:t>
      </w:r>
      <w:r w:rsidR="007D2B96" w:rsidRPr="007D2B96">
        <w:rPr>
          <w:lang w:val="es-ES"/>
        </w:rPr>
        <w:t>)</w:t>
      </w:r>
      <w:r w:rsidRPr="007D2B96">
        <w:rPr>
          <w:lang w:val="es-ES"/>
        </w:rPr>
        <w:t xml:space="preserve"> =c /sin </w:t>
      </w:r>
      <w:r w:rsidR="007D2B96" w:rsidRPr="007D2B96">
        <w:rPr>
          <w:lang w:val="es-ES"/>
        </w:rPr>
        <w:t>(</w:t>
      </w:r>
      <w:r w:rsidRPr="007D2B96">
        <w:rPr>
          <w:lang w:val="es-ES"/>
        </w:rPr>
        <w:t>gamma</w:t>
      </w:r>
      <w:r w:rsidR="007D2B96" w:rsidRPr="007D2B96">
        <w:rPr>
          <w:lang w:val="es-ES"/>
        </w:rPr>
        <w:t>)</w:t>
      </w:r>
    </w:p>
    <w:p w14:paraId="0820B0C5" w14:textId="77777777" w:rsidR="00C81E41" w:rsidRDefault="00C81E41" w:rsidP="00C81E41">
      <w:pPr>
        <w:rPr>
          <w:lang w:val="es-ES"/>
        </w:rPr>
      </w:pPr>
    </w:p>
    <w:p w14:paraId="692A37BA" w14:textId="77777777" w:rsidR="00C81E41" w:rsidRDefault="00C81E41" w:rsidP="00C81E41">
      <w:pPr>
        <w:rPr>
          <w:lang w:val="es-ES"/>
        </w:rPr>
      </w:pPr>
    </w:p>
    <w:p w14:paraId="13A8C353" w14:textId="77777777" w:rsidR="00C81E41" w:rsidRPr="00E25649" w:rsidRDefault="00C81E41" w:rsidP="00C81E41">
      <w:pPr>
        <w:rPr>
          <w:szCs w:val="28"/>
          <w:lang w:val="es-ES"/>
        </w:rPr>
      </w:pPr>
      <w:r w:rsidRPr="00E25649">
        <w:rPr>
          <w:lang w:val="es-ES"/>
        </w:rPr>
        <w:br w:type="page"/>
      </w:r>
    </w:p>
    <w:p w14:paraId="4C59F815" w14:textId="3C5336EC" w:rsidR="00C81E41" w:rsidRDefault="00C81E41" w:rsidP="00C81E41">
      <w:pPr>
        <w:pStyle w:val="berschrift2"/>
      </w:pPr>
      <w:r w:rsidRPr="009D61D2">
        <w:lastRenderedPageBreak/>
        <w:t>Wahrscheinlichkeitsrechnung</w:t>
      </w:r>
    </w:p>
    <w:p w14:paraId="5F6EBEF2" w14:textId="77777777" w:rsidR="004B06D5" w:rsidRPr="004B06D5" w:rsidRDefault="004B06D5" w:rsidP="004B06D5"/>
    <w:p w14:paraId="328F088F" w14:textId="77777777" w:rsidR="00C81E41" w:rsidRPr="009D61D2" w:rsidRDefault="00C81E41" w:rsidP="00C81E41">
      <w:pPr>
        <w:pStyle w:val="berschrift3"/>
      </w:pPr>
      <w:r w:rsidRPr="009D61D2">
        <w:t>Laplace-Wahrscheinlichkeit:</w:t>
      </w:r>
    </w:p>
    <w:p w14:paraId="34482201" w14:textId="36A02122" w:rsidR="00C81E41" w:rsidRPr="009D61D2" w:rsidRDefault="00C81E41" w:rsidP="00C81E41">
      <w:r w:rsidRPr="009D61D2">
        <w:t>Sind alle Ereignisse eines Zufallsexperimentes gleich wahrscheinlich, gilt</w:t>
      </w:r>
      <w:r>
        <w:t xml:space="preserve"> für das Eintreten </w:t>
      </w:r>
      <w:r w:rsidR="004B06D5">
        <w:br/>
      </w:r>
      <w:r>
        <w:t>eines Ereignisses E</w:t>
      </w:r>
      <w:r w:rsidRPr="009D61D2">
        <w:t>:</w:t>
      </w:r>
    </w:p>
    <w:p w14:paraId="4E4D41DA" w14:textId="7FFCE854" w:rsidR="00C81E41" w:rsidRDefault="00C81E41" w:rsidP="00C81E41"/>
    <w:p w14:paraId="0EA01301" w14:textId="77777777" w:rsidR="00D0099F" w:rsidRPr="004723F2" w:rsidRDefault="00D0099F" w:rsidP="00D0099F">
      <w:r w:rsidRPr="004723F2">
        <w:t>P(E) =Anzahl der für E günstigen Ereignisse/</w:t>
      </w:r>
      <w:r w:rsidRPr="004723F2">
        <w:br/>
        <w:t>Anzahl aller möglichen Ereignisse</w:t>
      </w:r>
    </w:p>
    <w:p w14:paraId="3D90553D" w14:textId="77777777" w:rsidR="00C81E41" w:rsidRPr="009D61D2" w:rsidRDefault="00C81E41" w:rsidP="00C81E41"/>
    <w:p w14:paraId="6522CCB7" w14:textId="77777777" w:rsidR="00C81E41" w:rsidRPr="009D61D2" w:rsidRDefault="00C81E41" w:rsidP="00C81E41">
      <w:pPr>
        <w:pStyle w:val="berschrift3"/>
      </w:pPr>
      <w:r w:rsidRPr="009D61D2">
        <w:t>1. Pfadregel (Produktregel):</w:t>
      </w:r>
    </w:p>
    <w:p w14:paraId="0314743B" w14:textId="77777777" w:rsidR="00C81E41" w:rsidRPr="009D61D2" w:rsidRDefault="00C81E41" w:rsidP="00C81E41">
      <w:r w:rsidRPr="009D61D2">
        <w:t>Die Wahrscheinlichkeit eines Ereignisses ist gleich dem Produkt der Wahrscheinlichkeiten entlang des jeweiligen Pfades im Baumdiagramm.</w:t>
      </w:r>
    </w:p>
    <w:p w14:paraId="42BBB68D" w14:textId="77777777" w:rsidR="00C81E41" w:rsidRPr="009D61D2" w:rsidRDefault="00C81E41" w:rsidP="00C81E41"/>
    <w:p w14:paraId="36572521" w14:textId="77777777" w:rsidR="00C81E41" w:rsidRPr="009D61D2" w:rsidRDefault="00C81E41" w:rsidP="00C81E41">
      <w:pPr>
        <w:pStyle w:val="berschrift3"/>
      </w:pPr>
      <w:r w:rsidRPr="009D61D2">
        <w:t>2. Pfadregel (Summenregel):</w:t>
      </w:r>
    </w:p>
    <w:p w14:paraId="57A2D8AB" w14:textId="3823D950" w:rsidR="00ED53FE" w:rsidRPr="00C81E41" w:rsidRDefault="00C81E41" w:rsidP="004B06D5">
      <w:r w:rsidRPr="009D61D2">
        <w:t>Die Wahrscheinlichkeit eines Ereignisses ist gleich der Summe der Wahrscheinlichkeiten aller der Pfade, bei denen das Ereignis eintritt.</w:t>
      </w:r>
    </w:p>
    <w:sectPr w:rsidR="00ED53FE" w:rsidRPr="00C81E41" w:rsidSect="00C17806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6F854" w14:textId="77777777" w:rsidR="00743CB7" w:rsidRDefault="00743CB7" w:rsidP="005E247C">
      <w:pPr>
        <w:spacing w:after="0"/>
      </w:pPr>
      <w:r>
        <w:separator/>
      </w:r>
    </w:p>
  </w:endnote>
  <w:endnote w:type="continuationSeparator" w:id="0">
    <w:p w14:paraId="4384264D" w14:textId="77777777" w:rsidR="00743CB7" w:rsidRDefault="00743CB7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39FBA18C" w:rsidR="00326575" w:rsidRDefault="00C17806" w:rsidP="00326575">
        <w:pPr>
          <w:pStyle w:val="Fuzeile"/>
          <w:jc w:val="right"/>
        </w:pPr>
        <w:r>
          <w:rPr>
            <w:szCs w:val="24"/>
          </w:rPr>
          <w:t xml:space="preserve">HS10 - </w:t>
        </w:r>
        <w:r w:rsidR="000C763E">
          <w:rPr>
            <w:szCs w:val="24"/>
          </w:rPr>
          <w:t>Formelsammlung</w:t>
        </w:r>
        <w:r>
          <w:rPr>
            <w:szCs w:val="24"/>
          </w:rPr>
          <w:t xml:space="preserve"> -</w:t>
        </w:r>
        <w:r w:rsidRPr="00C17806">
          <w:rPr>
            <w:szCs w:val="24"/>
          </w:rPr>
          <w:t xml:space="preserve">Seite </w:t>
        </w:r>
        <w:r w:rsidRPr="00C17806">
          <w:rPr>
            <w:b/>
            <w:bCs/>
            <w:szCs w:val="24"/>
          </w:rPr>
          <w:fldChar w:fldCharType="begin"/>
        </w:r>
        <w:r w:rsidRPr="00C17806">
          <w:rPr>
            <w:b/>
            <w:bCs/>
            <w:szCs w:val="24"/>
          </w:rPr>
          <w:instrText>PAGE  \* Arabic  \* MERGEFORMAT</w:instrText>
        </w:r>
        <w:r w:rsidRPr="00C17806"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  <w:szCs w:val="24"/>
          </w:rPr>
          <w:t>18</w:t>
        </w:r>
        <w:r w:rsidRPr="00C17806">
          <w:rPr>
            <w:b/>
            <w:bCs/>
            <w:szCs w:val="24"/>
          </w:rPr>
          <w:fldChar w:fldCharType="end"/>
        </w:r>
        <w:r w:rsidRPr="00C17806">
          <w:rPr>
            <w:szCs w:val="24"/>
          </w:rPr>
          <w:t xml:space="preserve"> von </w:t>
        </w:r>
        <w:r w:rsidRPr="00C17806">
          <w:rPr>
            <w:b/>
            <w:bCs/>
            <w:szCs w:val="24"/>
          </w:rPr>
          <w:fldChar w:fldCharType="begin"/>
        </w:r>
        <w:r w:rsidRPr="00C17806">
          <w:rPr>
            <w:b/>
            <w:bCs/>
            <w:szCs w:val="24"/>
          </w:rPr>
          <w:instrText>NUMPAGES  \* Arabic  \* MERGEFORMAT</w:instrText>
        </w:r>
        <w:r w:rsidRPr="00C17806"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  <w:szCs w:val="24"/>
          </w:rPr>
          <w:t>19</w:t>
        </w:r>
        <w:r w:rsidRPr="00C17806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23196" w14:textId="77777777" w:rsidR="00743CB7" w:rsidRDefault="00743CB7" w:rsidP="005E247C">
      <w:pPr>
        <w:spacing w:after="0"/>
      </w:pPr>
      <w:r>
        <w:separator/>
      </w:r>
    </w:p>
  </w:footnote>
  <w:footnote w:type="continuationSeparator" w:id="0">
    <w:p w14:paraId="58FB7C3D" w14:textId="77777777" w:rsidR="00743CB7" w:rsidRDefault="00743CB7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51E25"/>
    <w:rsid w:val="00063EFE"/>
    <w:rsid w:val="0008088B"/>
    <w:rsid w:val="000844D8"/>
    <w:rsid w:val="00092204"/>
    <w:rsid w:val="000B58EB"/>
    <w:rsid w:val="000C6481"/>
    <w:rsid w:val="000C763E"/>
    <w:rsid w:val="000E4BED"/>
    <w:rsid w:val="000F2CB1"/>
    <w:rsid w:val="00112006"/>
    <w:rsid w:val="00112867"/>
    <w:rsid w:val="00116924"/>
    <w:rsid w:val="00121F83"/>
    <w:rsid w:val="00122D70"/>
    <w:rsid w:val="001257BA"/>
    <w:rsid w:val="001379FC"/>
    <w:rsid w:val="0014590D"/>
    <w:rsid w:val="00146083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B4A1C"/>
    <w:rsid w:val="001D7DBE"/>
    <w:rsid w:val="001E277A"/>
    <w:rsid w:val="001E35B9"/>
    <w:rsid w:val="001E41A9"/>
    <w:rsid w:val="001F27D6"/>
    <w:rsid w:val="002001DF"/>
    <w:rsid w:val="0020676D"/>
    <w:rsid w:val="0021614D"/>
    <w:rsid w:val="00231A70"/>
    <w:rsid w:val="0023513B"/>
    <w:rsid w:val="00240D17"/>
    <w:rsid w:val="0024525E"/>
    <w:rsid w:val="00251499"/>
    <w:rsid w:val="002672A1"/>
    <w:rsid w:val="00280A44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2F6257"/>
    <w:rsid w:val="00303151"/>
    <w:rsid w:val="00304705"/>
    <w:rsid w:val="00313C57"/>
    <w:rsid w:val="00321C7A"/>
    <w:rsid w:val="003308A6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B2A"/>
    <w:rsid w:val="003F30C9"/>
    <w:rsid w:val="003F5C6D"/>
    <w:rsid w:val="00407461"/>
    <w:rsid w:val="00417BF2"/>
    <w:rsid w:val="00436A29"/>
    <w:rsid w:val="00437C12"/>
    <w:rsid w:val="004424CB"/>
    <w:rsid w:val="00457E69"/>
    <w:rsid w:val="004617BC"/>
    <w:rsid w:val="004650FA"/>
    <w:rsid w:val="0046685E"/>
    <w:rsid w:val="0047207A"/>
    <w:rsid w:val="004723F2"/>
    <w:rsid w:val="00473701"/>
    <w:rsid w:val="00481840"/>
    <w:rsid w:val="00484140"/>
    <w:rsid w:val="004B06D5"/>
    <w:rsid w:val="004B20A5"/>
    <w:rsid w:val="004B3B3F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4DB3"/>
    <w:rsid w:val="005D7C6B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C2C59"/>
    <w:rsid w:val="006C4DF4"/>
    <w:rsid w:val="006D1D08"/>
    <w:rsid w:val="006D7036"/>
    <w:rsid w:val="006E1133"/>
    <w:rsid w:val="006E67DB"/>
    <w:rsid w:val="006E7512"/>
    <w:rsid w:val="0072287D"/>
    <w:rsid w:val="00743CB7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D2B96"/>
    <w:rsid w:val="007E7CEB"/>
    <w:rsid w:val="007F64DE"/>
    <w:rsid w:val="00805398"/>
    <w:rsid w:val="00807F39"/>
    <w:rsid w:val="0082043F"/>
    <w:rsid w:val="00833358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5B98"/>
    <w:rsid w:val="009806A3"/>
    <w:rsid w:val="009852F5"/>
    <w:rsid w:val="0098751F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3FF5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72E99"/>
    <w:rsid w:val="00A80E66"/>
    <w:rsid w:val="00A86656"/>
    <w:rsid w:val="00A86AE9"/>
    <w:rsid w:val="00A87B60"/>
    <w:rsid w:val="00A96C3F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B10878"/>
    <w:rsid w:val="00B12ABB"/>
    <w:rsid w:val="00B17B36"/>
    <w:rsid w:val="00B223A4"/>
    <w:rsid w:val="00B250BA"/>
    <w:rsid w:val="00B2682C"/>
    <w:rsid w:val="00B27B37"/>
    <w:rsid w:val="00B340D1"/>
    <w:rsid w:val="00B42B92"/>
    <w:rsid w:val="00B52CE2"/>
    <w:rsid w:val="00B53567"/>
    <w:rsid w:val="00B53651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BF7332"/>
    <w:rsid w:val="00C05486"/>
    <w:rsid w:val="00C06449"/>
    <w:rsid w:val="00C064AC"/>
    <w:rsid w:val="00C11AFC"/>
    <w:rsid w:val="00C125A0"/>
    <w:rsid w:val="00C17806"/>
    <w:rsid w:val="00C20EFB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92AF0"/>
    <w:rsid w:val="00C96B38"/>
    <w:rsid w:val="00C979C4"/>
    <w:rsid w:val="00CA4B1D"/>
    <w:rsid w:val="00CA7F38"/>
    <w:rsid w:val="00CB2549"/>
    <w:rsid w:val="00CB5DA2"/>
    <w:rsid w:val="00CD041B"/>
    <w:rsid w:val="00CE1D53"/>
    <w:rsid w:val="00CE3329"/>
    <w:rsid w:val="00CE3A0D"/>
    <w:rsid w:val="00CE6518"/>
    <w:rsid w:val="00CE71CA"/>
    <w:rsid w:val="00CE76E9"/>
    <w:rsid w:val="00CF5376"/>
    <w:rsid w:val="00D0099F"/>
    <w:rsid w:val="00D02F28"/>
    <w:rsid w:val="00D1070C"/>
    <w:rsid w:val="00D209F4"/>
    <w:rsid w:val="00D2100D"/>
    <w:rsid w:val="00D33DEA"/>
    <w:rsid w:val="00D34E91"/>
    <w:rsid w:val="00D36975"/>
    <w:rsid w:val="00D40121"/>
    <w:rsid w:val="00D40C7D"/>
    <w:rsid w:val="00D449D6"/>
    <w:rsid w:val="00D56DDC"/>
    <w:rsid w:val="00D73C99"/>
    <w:rsid w:val="00D76122"/>
    <w:rsid w:val="00DC0473"/>
    <w:rsid w:val="00DF236F"/>
    <w:rsid w:val="00DF40C3"/>
    <w:rsid w:val="00E11501"/>
    <w:rsid w:val="00E1279A"/>
    <w:rsid w:val="00E16F76"/>
    <w:rsid w:val="00E24EF5"/>
    <w:rsid w:val="00E33633"/>
    <w:rsid w:val="00E404A0"/>
    <w:rsid w:val="00E63B8E"/>
    <w:rsid w:val="00E67B7D"/>
    <w:rsid w:val="00E708A0"/>
    <w:rsid w:val="00E7120A"/>
    <w:rsid w:val="00E747A7"/>
    <w:rsid w:val="00E74828"/>
    <w:rsid w:val="00E76A9A"/>
    <w:rsid w:val="00E77E16"/>
    <w:rsid w:val="00E95A4A"/>
    <w:rsid w:val="00E97FD2"/>
    <w:rsid w:val="00EA1D3F"/>
    <w:rsid w:val="00EB0B22"/>
    <w:rsid w:val="00EB415B"/>
    <w:rsid w:val="00EC402C"/>
    <w:rsid w:val="00ED53FE"/>
    <w:rsid w:val="00ED70FF"/>
    <w:rsid w:val="00EE370A"/>
    <w:rsid w:val="00EE4DBF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A0CE6"/>
    <w:rsid w:val="00FA199B"/>
    <w:rsid w:val="00FA514E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AE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0259-159A-4FFD-82E5-86E816D1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19</Pages>
  <Words>611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27</cp:revision>
  <dcterms:created xsi:type="dcterms:W3CDTF">2024-01-08T11:24:00Z</dcterms:created>
  <dcterms:modified xsi:type="dcterms:W3CDTF">2024-01-22T13:41:00Z</dcterms:modified>
</cp:coreProperties>
</file>